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BEF" w:rsidRPr="00EA799E" w:rsidRDefault="00077BEF" w:rsidP="00A91783">
      <w:pPr>
        <w:pStyle w:val="Style11"/>
        <w:widowControl/>
        <w:spacing w:line="266" w:lineRule="exact"/>
        <w:ind w:right="770"/>
        <w:jc w:val="center"/>
        <w:rPr>
          <w:rStyle w:val="FontStyle22"/>
        </w:rPr>
      </w:pPr>
      <w:r>
        <w:rPr>
          <w:rStyle w:val="FontStyle22"/>
        </w:rPr>
        <w:t xml:space="preserve">                                                                                                         Приложение</w:t>
      </w:r>
      <w:r w:rsidRPr="00EA799E">
        <w:rPr>
          <w:rStyle w:val="FontStyle22"/>
        </w:rPr>
        <w:t xml:space="preserve"> к приказу </w:t>
      </w:r>
    </w:p>
    <w:p w:rsidR="00077BEF" w:rsidRPr="00EA799E" w:rsidRDefault="00077BEF" w:rsidP="008F0118">
      <w:pPr>
        <w:pStyle w:val="Style11"/>
        <w:widowControl/>
        <w:spacing w:line="266" w:lineRule="exact"/>
        <w:ind w:right="646"/>
        <w:jc w:val="right"/>
        <w:rPr>
          <w:rStyle w:val="FontStyle22"/>
        </w:rPr>
      </w:pPr>
      <w:r w:rsidRPr="00EA799E">
        <w:rPr>
          <w:rStyle w:val="FontStyle22"/>
        </w:rPr>
        <w:t xml:space="preserve">Управления образования </w:t>
      </w:r>
    </w:p>
    <w:p w:rsidR="00077BEF" w:rsidRPr="00EA799E" w:rsidRDefault="00077BEF" w:rsidP="008F0118">
      <w:pPr>
        <w:pStyle w:val="Style11"/>
        <w:widowControl/>
        <w:spacing w:line="266" w:lineRule="exact"/>
        <w:ind w:right="646"/>
        <w:jc w:val="center"/>
        <w:rPr>
          <w:rStyle w:val="FontStyle22"/>
        </w:rPr>
      </w:pPr>
      <w:r w:rsidRPr="00EA799E">
        <w:rPr>
          <w:rStyle w:val="FontStyle22"/>
        </w:rPr>
        <w:t xml:space="preserve">                                                                          </w:t>
      </w:r>
      <w:r>
        <w:rPr>
          <w:rStyle w:val="FontStyle22"/>
        </w:rPr>
        <w:t xml:space="preserve">                          от  14.09.2020 № 191</w:t>
      </w:r>
    </w:p>
    <w:p w:rsidR="00077BEF" w:rsidRDefault="00077BEF" w:rsidP="008F0118">
      <w:pPr>
        <w:pStyle w:val="Style11"/>
        <w:widowControl/>
        <w:spacing w:line="266" w:lineRule="exact"/>
        <w:ind w:right="646"/>
        <w:jc w:val="center"/>
        <w:rPr>
          <w:rStyle w:val="FontStyle22"/>
          <w:rFonts w:ascii="Calibri" w:hAnsi="Calibri" w:cs="Calibri"/>
        </w:rPr>
      </w:pPr>
    </w:p>
    <w:p w:rsidR="00077BEF" w:rsidRPr="00EA799E" w:rsidRDefault="00077BEF" w:rsidP="006B3CA8">
      <w:pPr>
        <w:pStyle w:val="Default"/>
        <w:jc w:val="center"/>
        <w:rPr>
          <w:rFonts w:ascii="Times New Roman" w:hAnsi="Times New Roman" w:cs="Times New Roman"/>
        </w:rPr>
      </w:pPr>
      <w:r w:rsidRPr="00EA799E">
        <w:rPr>
          <w:rFonts w:ascii="Times New Roman" w:hAnsi="Times New Roman" w:cs="Times New Roman"/>
          <w:b/>
          <w:bCs/>
        </w:rPr>
        <w:t xml:space="preserve">Требования к проведению </w:t>
      </w:r>
      <w:r>
        <w:rPr>
          <w:rFonts w:ascii="Times New Roman" w:hAnsi="Times New Roman" w:cs="Times New Roman"/>
          <w:b/>
          <w:bCs/>
        </w:rPr>
        <w:t xml:space="preserve">школьного </w:t>
      </w:r>
      <w:r w:rsidRPr="00EA799E">
        <w:rPr>
          <w:rFonts w:ascii="Times New Roman" w:hAnsi="Times New Roman" w:cs="Times New Roman"/>
          <w:b/>
          <w:bCs/>
        </w:rPr>
        <w:t>этапа олимпиады по английскому языку</w:t>
      </w:r>
    </w:p>
    <w:p w:rsidR="00077BEF" w:rsidRPr="00EA799E" w:rsidRDefault="00077BEF" w:rsidP="006B3CA8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 2020/2021</w:t>
      </w:r>
      <w:r w:rsidRPr="00EA799E">
        <w:rPr>
          <w:rFonts w:ascii="Times New Roman" w:hAnsi="Times New Roman" w:cs="Times New Roman"/>
          <w:b/>
          <w:bCs/>
        </w:rPr>
        <w:t xml:space="preserve"> учебном году</w:t>
      </w:r>
    </w:p>
    <w:p w:rsidR="00077BEF" w:rsidRPr="00EA799E" w:rsidRDefault="00077BEF" w:rsidP="006B3CA8">
      <w:pPr>
        <w:pStyle w:val="Default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077BEF" w:rsidRPr="00EA799E" w:rsidRDefault="00077BEF" w:rsidP="006B3CA8">
      <w:pPr>
        <w:pStyle w:val="Default"/>
        <w:jc w:val="center"/>
        <w:rPr>
          <w:rFonts w:ascii="Times New Roman" w:hAnsi="Times New Roman" w:cs="Times New Roman"/>
        </w:rPr>
      </w:pPr>
      <w:r w:rsidRPr="00EA799E">
        <w:rPr>
          <w:rFonts w:ascii="Times New Roman" w:hAnsi="Times New Roman" w:cs="Times New Roman"/>
          <w:b/>
          <w:bCs/>
        </w:rPr>
        <w:t>Общие положения</w:t>
      </w:r>
    </w:p>
    <w:p w:rsidR="00077BEF" w:rsidRPr="00EA799E" w:rsidRDefault="00077BEF" w:rsidP="006B3CA8">
      <w:pPr>
        <w:pStyle w:val="Default"/>
        <w:spacing w:after="164"/>
        <w:jc w:val="both"/>
        <w:rPr>
          <w:rFonts w:ascii="Times New Roman" w:hAnsi="Times New Roman" w:cs="Times New Roman"/>
        </w:rPr>
      </w:pPr>
      <w:r w:rsidRPr="00EA799E">
        <w:rPr>
          <w:rFonts w:ascii="Times New Roman" w:hAnsi="Times New Roman" w:cs="Times New Roman"/>
          <w:b/>
          <w:bCs/>
        </w:rPr>
        <w:t xml:space="preserve">1.1. </w:t>
      </w:r>
      <w:r w:rsidRPr="00EA799E">
        <w:rPr>
          <w:rFonts w:ascii="Times New Roman" w:hAnsi="Times New Roman" w:cs="Times New Roman"/>
        </w:rPr>
        <w:t xml:space="preserve">Настоящие требования к проведению </w:t>
      </w:r>
      <w:r>
        <w:rPr>
          <w:rFonts w:ascii="Times New Roman" w:hAnsi="Times New Roman" w:cs="Times New Roman"/>
        </w:rPr>
        <w:t>школьного</w:t>
      </w:r>
      <w:r w:rsidRPr="00EA799E">
        <w:rPr>
          <w:rFonts w:ascii="Times New Roman" w:hAnsi="Times New Roman" w:cs="Times New Roman"/>
        </w:rPr>
        <w:t xml:space="preserve"> этапа всероссийской олимпиады школьников (далее – Олимпиада) по английскому языку составлены на основе Порядка проведения всероссийской олимпиады школьников, утвержденного приказом Министерства образования и науки Российской Федерации (Минобрнауки России) от 18 ноября 2013 г. № 1252 и изменений, внесенных в Порядок (приказ Минобрнауки России от 17 марта 2015 г. № 249). </w:t>
      </w:r>
    </w:p>
    <w:p w:rsidR="00077BEF" w:rsidRPr="00EA799E" w:rsidRDefault="00077BEF" w:rsidP="006B3CA8">
      <w:pPr>
        <w:pStyle w:val="Default"/>
        <w:spacing w:after="164"/>
        <w:jc w:val="both"/>
        <w:rPr>
          <w:rFonts w:ascii="Times New Roman" w:hAnsi="Times New Roman" w:cs="Times New Roman"/>
        </w:rPr>
      </w:pPr>
      <w:r w:rsidRPr="00EA799E">
        <w:rPr>
          <w:rFonts w:ascii="Times New Roman" w:hAnsi="Times New Roman" w:cs="Times New Roman"/>
          <w:b/>
          <w:bCs/>
        </w:rPr>
        <w:t xml:space="preserve">1.2. </w:t>
      </w:r>
      <w:r w:rsidRPr="00EA799E">
        <w:rPr>
          <w:rFonts w:ascii="Times New Roman" w:hAnsi="Times New Roman" w:cs="Times New Roman"/>
        </w:rPr>
        <w:t xml:space="preserve">Основными целями и задачами Олимпиады являются: выявление и развитие у учащихся творческих способностей, интереса к научно-исследовательской деятельности в области лингвистики; поддержка одаренных детей, в том числе содействие в их профессиональной ориентации и продолжении образования; пропаганда гуманитарных знаний среди молодежи; привлечение высококвалифицированных научных и педагогических кадров к работе с одаренными детьми; развитие готовности и способности школьников осуществлять речевое общение на межнациональном уровне, формирование будущей интеллектуальной элиты государства. </w:t>
      </w:r>
    </w:p>
    <w:p w:rsidR="00077BEF" w:rsidRPr="00EA799E" w:rsidRDefault="00077BEF" w:rsidP="008F0118">
      <w:pPr>
        <w:pStyle w:val="Default"/>
        <w:jc w:val="both"/>
        <w:rPr>
          <w:rFonts w:ascii="Times New Roman" w:hAnsi="Times New Roman" w:cs="Times New Roman"/>
        </w:rPr>
      </w:pPr>
      <w:r w:rsidRPr="00EA799E">
        <w:rPr>
          <w:rFonts w:ascii="Times New Roman" w:hAnsi="Times New Roman" w:cs="Times New Roman"/>
          <w:b/>
          <w:bCs/>
        </w:rPr>
        <w:t xml:space="preserve">1.3. </w:t>
      </w:r>
      <w:r>
        <w:rPr>
          <w:rFonts w:ascii="Times New Roman" w:hAnsi="Times New Roman" w:cs="Times New Roman"/>
        </w:rPr>
        <w:t>Для проведения школьного</w:t>
      </w:r>
      <w:r w:rsidRPr="00EA799E">
        <w:rPr>
          <w:rFonts w:ascii="Times New Roman" w:hAnsi="Times New Roman" w:cs="Times New Roman"/>
        </w:rPr>
        <w:t xml:space="preserve"> этапа Олимпиады создаются Организационный комитет (далее – Оргкомитет) и Жюри. </w:t>
      </w:r>
    </w:p>
    <w:p w:rsidR="00077BEF" w:rsidRPr="00EA799E" w:rsidRDefault="00077BEF" w:rsidP="006B3CA8">
      <w:pPr>
        <w:pStyle w:val="Default"/>
        <w:jc w:val="center"/>
        <w:rPr>
          <w:rFonts w:ascii="Times New Roman" w:hAnsi="Times New Roman" w:cs="Times New Roman"/>
        </w:rPr>
      </w:pPr>
      <w:r w:rsidRPr="00EA799E">
        <w:rPr>
          <w:rFonts w:ascii="Times New Roman" w:hAnsi="Times New Roman" w:cs="Times New Roman"/>
          <w:b/>
          <w:bCs/>
        </w:rPr>
        <w:t>2. Функции Оргкомитета</w:t>
      </w:r>
    </w:p>
    <w:p w:rsidR="00077BEF" w:rsidRPr="00EA799E" w:rsidRDefault="00077BEF" w:rsidP="006B3CA8">
      <w:pPr>
        <w:pStyle w:val="Default"/>
        <w:jc w:val="both"/>
        <w:rPr>
          <w:rFonts w:ascii="Times New Roman" w:hAnsi="Times New Roman" w:cs="Times New Roman"/>
        </w:rPr>
      </w:pPr>
      <w:r w:rsidRPr="00EA799E">
        <w:rPr>
          <w:rFonts w:ascii="Times New Roman" w:hAnsi="Times New Roman" w:cs="Times New Roman"/>
        </w:rPr>
        <w:t xml:space="preserve">Оргкомитет выполняет следующие функции: </w:t>
      </w:r>
    </w:p>
    <w:p w:rsidR="00077BEF" w:rsidRPr="00EA799E" w:rsidRDefault="00077BEF" w:rsidP="006B3CA8">
      <w:pPr>
        <w:pStyle w:val="Default"/>
        <w:jc w:val="both"/>
        <w:rPr>
          <w:rFonts w:ascii="Times New Roman" w:hAnsi="Times New Roman" w:cs="Times New Roman"/>
        </w:rPr>
      </w:pPr>
    </w:p>
    <w:p w:rsidR="00077BEF" w:rsidRPr="00EA799E" w:rsidRDefault="00077BEF" w:rsidP="006B3CA8">
      <w:pPr>
        <w:pStyle w:val="Default"/>
        <w:spacing w:after="179"/>
        <w:jc w:val="both"/>
        <w:rPr>
          <w:rFonts w:ascii="Times New Roman" w:hAnsi="Times New Roman" w:cs="Times New Roman"/>
        </w:rPr>
      </w:pPr>
      <w:r w:rsidRPr="00EA799E">
        <w:rPr>
          <w:rFonts w:ascii="Times New Roman" w:hAnsi="Times New Roman" w:cs="Times New Roman"/>
        </w:rPr>
        <w:t xml:space="preserve">- определяет организационно-технологическую модель проведения </w:t>
      </w:r>
      <w:r>
        <w:rPr>
          <w:rFonts w:ascii="Times New Roman" w:hAnsi="Times New Roman" w:cs="Times New Roman"/>
        </w:rPr>
        <w:t>школьного</w:t>
      </w:r>
      <w:r w:rsidRPr="00EA799E">
        <w:rPr>
          <w:rFonts w:ascii="Times New Roman" w:hAnsi="Times New Roman" w:cs="Times New Roman"/>
        </w:rPr>
        <w:t xml:space="preserve"> этапа олимпиады; </w:t>
      </w:r>
    </w:p>
    <w:p w:rsidR="00077BEF" w:rsidRPr="00EA799E" w:rsidRDefault="00077BEF" w:rsidP="006B3CA8">
      <w:pPr>
        <w:pStyle w:val="Default"/>
        <w:spacing w:after="179"/>
        <w:jc w:val="both"/>
        <w:rPr>
          <w:rFonts w:ascii="Times New Roman" w:hAnsi="Times New Roman" w:cs="Times New Roman"/>
        </w:rPr>
      </w:pPr>
      <w:r w:rsidRPr="00EA799E">
        <w:rPr>
          <w:rFonts w:ascii="Times New Roman" w:hAnsi="Times New Roman" w:cs="Times New Roman"/>
        </w:rPr>
        <w:t xml:space="preserve">- обеспечивает организацию и проведение </w:t>
      </w:r>
      <w:r>
        <w:rPr>
          <w:rFonts w:ascii="Times New Roman" w:hAnsi="Times New Roman" w:cs="Times New Roman"/>
        </w:rPr>
        <w:t>школьного</w:t>
      </w:r>
      <w:r w:rsidRPr="00EA799E">
        <w:rPr>
          <w:rFonts w:ascii="Times New Roman" w:hAnsi="Times New Roman" w:cs="Times New Roman"/>
        </w:rPr>
        <w:t xml:space="preserve"> этапа олимпиады в соответствии с Общими требованиями к проведению </w:t>
      </w:r>
      <w:r>
        <w:rPr>
          <w:rFonts w:ascii="Times New Roman" w:hAnsi="Times New Roman" w:cs="Times New Roman"/>
        </w:rPr>
        <w:t>школьного</w:t>
      </w:r>
      <w:r w:rsidRPr="00EA799E">
        <w:rPr>
          <w:rFonts w:ascii="Times New Roman" w:hAnsi="Times New Roman" w:cs="Times New Roman"/>
        </w:rPr>
        <w:t xml:space="preserve"> этапа олимпиады, Порядком проведения Всероссийской олимпиады школьников и действующими на момент проведения олимпиады санитарно-эпидемиологическими требованиями к условиям и организации обучения в организациях, осуществляющих образовательную деятельность по образовательным программам основного общего и среднего общего образования; </w:t>
      </w:r>
    </w:p>
    <w:p w:rsidR="00077BEF" w:rsidRPr="00EA799E" w:rsidRDefault="00077BEF" w:rsidP="008F0118">
      <w:pPr>
        <w:pStyle w:val="Default"/>
        <w:spacing w:after="183"/>
        <w:jc w:val="both"/>
        <w:rPr>
          <w:rFonts w:ascii="Times New Roman" w:hAnsi="Times New Roman" w:cs="Times New Roman"/>
          <w:color w:val="auto"/>
        </w:rPr>
      </w:pPr>
      <w:r w:rsidRPr="00EA799E">
        <w:rPr>
          <w:rFonts w:ascii="Times New Roman" w:hAnsi="Times New Roman" w:cs="Times New Roman"/>
        </w:rPr>
        <w:t xml:space="preserve">- </w:t>
      </w:r>
      <w:r w:rsidRPr="00EA799E">
        <w:rPr>
          <w:rFonts w:ascii="Times New Roman" w:hAnsi="Times New Roman" w:cs="Times New Roman"/>
          <w:color w:val="auto"/>
        </w:rPr>
        <w:t xml:space="preserve">несет ответственность за жизнь и здоровье участников олимпиады во время проведения </w:t>
      </w:r>
      <w:r>
        <w:rPr>
          <w:rFonts w:ascii="Times New Roman" w:hAnsi="Times New Roman" w:cs="Times New Roman"/>
          <w:color w:val="auto"/>
        </w:rPr>
        <w:t>школьного</w:t>
      </w:r>
      <w:r w:rsidRPr="00EA799E">
        <w:rPr>
          <w:rFonts w:ascii="Times New Roman" w:hAnsi="Times New Roman" w:cs="Times New Roman"/>
          <w:color w:val="auto"/>
        </w:rPr>
        <w:t xml:space="preserve">этапа олимпиады. </w:t>
      </w:r>
    </w:p>
    <w:p w:rsidR="00077BEF" w:rsidRPr="00EA799E" w:rsidRDefault="00077BEF" w:rsidP="006B3CA8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 w:rsidRPr="00EA799E"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3. Функции Жюри </w:t>
      </w:r>
    </w:p>
    <w:p w:rsidR="00077BEF" w:rsidRPr="00EA799E" w:rsidRDefault="00077BEF" w:rsidP="006B3CA8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077BEF" w:rsidRPr="00EA799E" w:rsidRDefault="00077BEF" w:rsidP="006B3CA8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 w:rsidRPr="00EA799E">
        <w:rPr>
          <w:rFonts w:ascii="Times New Roman" w:hAnsi="Times New Roman" w:cs="Times New Roman"/>
          <w:color w:val="auto"/>
          <w:sz w:val="23"/>
          <w:szCs w:val="23"/>
        </w:rPr>
        <w:t xml:space="preserve">Жюри Олимпиады выполняет следующие функции: </w:t>
      </w:r>
    </w:p>
    <w:p w:rsidR="00077BEF" w:rsidRPr="00EA799E" w:rsidRDefault="00077BEF" w:rsidP="006B3CA8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077BEF" w:rsidRPr="00EA799E" w:rsidRDefault="00077BEF" w:rsidP="00C20A7D">
      <w:pPr>
        <w:pStyle w:val="Default"/>
        <w:spacing w:after="179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EA799E">
        <w:rPr>
          <w:rFonts w:ascii="Times New Roman" w:hAnsi="Times New Roman" w:cs="Times New Roman"/>
          <w:color w:val="auto"/>
          <w:sz w:val="23"/>
          <w:szCs w:val="23"/>
        </w:rPr>
        <w:t xml:space="preserve">- изучает олимпиадные задания, критерии и методику их оценивания; </w:t>
      </w:r>
    </w:p>
    <w:p w:rsidR="00077BEF" w:rsidRPr="00EA799E" w:rsidRDefault="00077BEF" w:rsidP="00C20A7D">
      <w:pPr>
        <w:pStyle w:val="Default"/>
        <w:spacing w:after="179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EA799E">
        <w:rPr>
          <w:rFonts w:ascii="Times New Roman" w:hAnsi="Times New Roman" w:cs="Times New Roman"/>
          <w:color w:val="auto"/>
          <w:sz w:val="23"/>
          <w:szCs w:val="23"/>
        </w:rPr>
        <w:t xml:space="preserve">- осуществляет контроль за работой участников во время конкурсов Олимпиады, проверяет и оценивает олимпиадные работы участников в соответствии с разработанными критериями и методикой; </w:t>
      </w:r>
    </w:p>
    <w:p w:rsidR="00077BEF" w:rsidRPr="00EA799E" w:rsidRDefault="00077BEF" w:rsidP="00C20A7D">
      <w:pPr>
        <w:pStyle w:val="Default"/>
        <w:spacing w:after="179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EA799E">
        <w:rPr>
          <w:rFonts w:ascii="Times New Roman" w:hAnsi="Times New Roman" w:cs="Times New Roman"/>
          <w:color w:val="auto"/>
          <w:sz w:val="23"/>
          <w:szCs w:val="23"/>
        </w:rPr>
        <w:t xml:space="preserve">- проводит показ выполненных участниками Олимпиады работ; </w:t>
      </w:r>
    </w:p>
    <w:p w:rsidR="00077BEF" w:rsidRPr="00EA799E" w:rsidRDefault="00077BEF" w:rsidP="00C20A7D">
      <w:pPr>
        <w:pStyle w:val="Default"/>
        <w:spacing w:after="179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EA799E">
        <w:rPr>
          <w:rFonts w:ascii="Times New Roman" w:hAnsi="Times New Roman" w:cs="Times New Roman"/>
          <w:color w:val="auto"/>
          <w:sz w:val="23"/>
          <w:szCs w:val="23"/>
        </w:rPr>
        <w:t xml:space="preserve">- рассматривает апелляции участников; </w:t>
      </w:r>
    </w:p>
    <w:p w:rsidR="00077BEF" w:rsidRPr="00EA799E" w:rsidRDefault="00077BEF" w:rsidP="00C20A7D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EA799E">
        <w:rPr>
          <w:rFonts w:ascii="Times New Roman" w:hAnsi="Times New Roman" w:cs="Times New Roman"/>
          <w:color w:val="auto"/>
          <w:sz w:val="23"/>
          <w:szCs w:val="23"/>
        </w:rPr>
        <w:t xml:space="preserve">- составляет рейтинговые таблицы по результатам выполнения заданий и передает их в Оргкомитет для вывешивания на стендах и/или в информационной сети «Интернет»; составляет итоговый рейтинг участников Олимпиады для определения победителей и призеров; </w:t>
      </w:r>
    </w:p>
    <w:p w:rsidR="00077BEF" w:rsidRPr="00EA799E" w:rsidRDefault="00077BEF" w:rsidP="006B3CA8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077BEF" w:rsidRPr="00EA799E" w:rsidRDefault="00077BEF" w:rsidP="006B3CA8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3"/>
          <w:szCs w:val="23"/>
        </w:rPr>
      </w:pPr>
      <w:r w:rsidRPr="00EA799E">
        <w:rPr>
          <w:rFonts w:ascii="Times New Roman" w:hAnsi="Times New Roman" w:cs="Times New Roman"/>
          <w:b/>
          <w:bCs/>
          <w:color w:val="auto"/>
          <w:sz w:val="23"/>
          <w:szCs w:val="23"/>
        </w:rPr>
        <w:t>4. Порядок проведения соревновательных туров</w:t>
      </w:r>
    </w:p>
    <w:p w:rsidR="00077BEF" w:rsidRPr="00EA799E" w:rsidRDefault="00077BEF" w:rsidP="006B3CA8">
      <w:pPr>
        <w:pStyle w:val="Default"/>
        <w:jc w:val="center"/>
        <w:rPr>
          <w:rFonts w:ascii="Times New Roman" w:hAnsi="Times New Roman" w:cs="Times New Roman"/>
          <w:color w:val="auto"/>
          <w:sz w:val="23"/>
          <w:szCs w:val="23"/>
        </w:rPr>
      </w:pPr>
    </w:p>
    <w:p w:rsidR="00077BEF" w:rsidRPr="00EA799E" w:rsidRDefault="00077BEF" w:rsidP="004D0E53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EA799E"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4.1 </w:t>
      </w:r>
      <w:r>
        <w:rPr>
          <w:rFonts w:ascii="Times New Roman" w:hAnsi="Times New Roman" w:cs="Times New Roman"/>
          <w:color w:val="auto"/>
          <w:sz w:val="23"/>
          <w:szCs w:val="23"/>
        </w:rPr>
        <w:t>Школьный</w:t>
      </w:r>
      <w:r w:rsidRPr="00EA799E">
        <w:rPr>
          <w:rFonts w:ascii="Times New Roman" w:hAnsi="Times New Roman" w:cs="Times New Roman"/>
          <w:color w:val="auto"/>
          <w:sz w:val="23"/>
          <w:szCs w:val="23"/>
        </w:rPr>
        <w:t xml:space="preserve"> этап Всероссийской олимпиады по английскому языку проводится по </w:t>
      </w:r>
      <w:r w:rsidRPr="00EA799E"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единой для всех участников модели, то есть учащиеся 7-8 классов выполняют одни и те же задания, а также учащиеся 9-11-х классов выполняют одни и те же задания. </w:t>
      </w:r>
    </w:p>
    <w:p w:rsidR="00077BEF" w:rsidRPr="00EA799E" w:rsidRDefault="00077BEF" w:rsidP="004D0E53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</w:rPr>
      </w:pPr>
    </w:p>
    <w:p w:rsidR="00077BEF" w:rsidRPr="00EA799E" w:rsidRDefault="00077BEF" w:rsidP="004D0E53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EA799E">
        <w:rPr>
          <w:rFonts w:ascii="Times New Roman" w:hAnsi="Times New Roman" w:cs="Times New Roman"/>
          <w:color w:val="auto"/>
          <w:sz w:val="23"/>
          <w:szCs w:val="23"/>
        </w:rPr>
        <w:t xml:space="preserve">Пакет заданий для учащихся 7-8 классов рассчитан на уровень сложности А2, пакет заданий для учащихся 9-11 классов рассчитан на уровень сложности А2+-В2. Каждый пакет заданий содержит </w:t>
      </w:r>
      <w:r w:rsidRPr="00EA799E">
        <w:rPr>
          <w:rFonts w:ascii="Times New Roman" w:hAnsi="Times New Roman" w:cs="Times New Roman"/>
          <w:b/>
          <w:bCs/>
          <w:color w:val="auto"/>
          <w:sz w:val="23"/>
          <w:szCs w:val="23"/>
        </w:rPr>
        <w:t>три конкурса</w:t>
      </w:r>
      <w:r w:rsidRPr="00EA799E">
        <w:rPr>
          <w:rFonts w:ascii="Times New Roman" w:hAnsi="Times New Roman" w:cs="Times New Roman"/>
          <w:color w:val="auto"/>
          <w:sz w:val="23"/>
          <w:szCs w:val="23"/>
        </w:rPr>
        <w:t xml:space="preserve">: </w:t>
      </w:r>
    </w:p>
    <w:p w:rsidR="00077BEF" w:rsidRPr="00EA799E" w:rsidRDefault="00077BEF" w:rsidP="006B3CA8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077BEF" w:rsidRPr="00EA799E" w:rsidRDefault="00077BEF" w:rsidP="006B3CA8">
      <w:pPr>
        <w:pStyle w:val="Default"/>
        <w:spacing w:after="164"/>
        <w:rPr>
          <w:rFonts w:ascii="Times New Roman" w:hAnsi="Times New Roman" w:cs="Times New Roman"/>
          <w:color w:val="auto"/>
          <w:sz w:val="23"/>
          <w:szCs w:val="23"/>
        </w:rPr>
      </w:pPr>
      <w:r w:rsidRPr="00EA799E">
        <w:rPr>
          <w:rFonts w:ascii="Times New Roman" w:hAnsi="Times New Roman" w:cs="Times New Roman"/>
          <w:color w:val="auto"/>
          <w:sz w:val="23"/>
          <w:szCs w:val="23"/>
        </w:rPr>
        <w:t xml:space="preserve">1. Конкурс понимания письменных текстов </w:t>
      </w:r>
    </w:p>
    <w:p w:rsidR="00077BEF" w:rsidRPr="00EA799E" w:rsidRDefault="00077BEF" w:rsidP="006B3CA8">
      <w:pPr>
        <w:pStyle w:val="Default"/>
        <w:spacing w:after="164"/>
        <w:rPr>
          <w:rFonts w:ascii="Times New Roman" w:hAnsi="Times New Roman" w:cs="Times New Roman"/>
          <w:color w:val="auto"/>
          <w:sz w:val="23"/>
          <w:szCs w:val="23"/>
        </w:rPr>
      </w:pPr>
      <w:r w:rsidRPr="00EA799E">
        <w:rPr>
          <w:rFonts w:ascii="Times New Roman" w:hAnsi="Times New Roman" w:cs="Times New Roman"/>
          <w:color w:val="auto"/>
          <w:sz w:val="23"/>
          <w:szCs w:val="23"/>
        </w:rPr>
        <w:t>2. Лексико-грамматический тест</w:t>
      </w:r>
    </w:p>
    <w:p w:rsidR="00077BEF" w:rsidRPr="00EA799E" w:rsidRDefault="00077BEF" w:rsidP="006B3CA8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EA799E">
        <w:rPr>
          <w:rFonts w:ascii="Times New Roman" w:hAnsi="Times New Roman" w:cs="Times New Roman"/>
          <w:color w:val="auto"/>
          <w:sz w:val="23"/>
          <w:szCs w:val="23"/>
        </w:rPr>
        <w:t>3. Конкурс письменной речи</w:t>
      </w:r>
    </w:p>
    <w:p w:rsidR="00077BEF" w:rsidRPr="00EA799E" w:rsidRDefault="00077BEF" w:rsidP="006B3CA8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</w:rPr>
      </w:pPr>
    </w:p>
    <w:p w:rsidR="00077BEF" w:rsidRPr="00EA799E" w:rsidRDefault="00077BEF" w:rsidP="00356A37">
      <w:pPr>
        <w:pStyle w:val="Default"/>
        <w:jc w:val="both"/>
        <w:rPr>
          <w:rFonts w:ascii="Times New Roman" w:hAnsi="Times New Roman" w:cs="Times New Roman"/>
        </w:rPr>
      </w:pPr>
      <w:r w:rsidRPr="00EA799E">
        <w:rPr>
          <w:rFonts w:ascii="Times New Roman" w:hAnsi="Times New Roman" w:cs="Times New Roman"/>
        </w:rPr>
        <w:t>Конкурс понимания письменных текстов, лексико-грамматический тест и конкурс письменной речи выполняются в письменной форме. Все инструкции по проведению конкурсов и методике оценивания показанных конкурсантами результатов входят в пакет олимпиадных заданий. Схема рассадки участников для письменных конкурсов должна быть такой, чтобы участник не мог видеть ответы соседей, выполняющих задания того же пакета заданий.</w:t>
      </w:r>
    </w:p>
    <w:p w:rsidR="00077BEF" w:rsidRPr="00EA799E" w:rsidRDefault="00077BEF" w:rsidP="00356A37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077BEF" w:rsidRPr="00EA799E" w:rsidRDefault="00077BEF" w:rsidP="00356A37">
      <w:pPr>
        <w:pStyle w:val="Default"/>
        <w:rPr>
          <w:rFonts w:ascii="Times New Roman" w:hAnsi="Times New Roman" w:cs="Times New Roman"/>
          <w:b/>
          <w:bCs/>
        </w:rPr>
      </w:pPr>
      <w:r w:rsidRPr="00EA799E">
        <w:rPr>
          <w:rFonts w:ascii="Times New Roman" w:hAnsi="Times New Roman" w:cs="Times New Roman"/>
          <w:b/>
          <w:bCs/>
        </w:rPr>
        <w:t xml:space="preserve">Продолжительность конкурсов: </w:t>
      </w:r>
    </w:p>
    <w:p w:rsidR="00077BEF" w:rsidRPr="00EA799E" w:rsidRDefault="00077BEF" w:rsidP="00356A37">
      <w:pPr>
        <w:pStyle w:val="Default"/>
        <w:rPr>
          <w:rFonts w:ascii="Times New Roman" w:hAnsi="Times New Roman" w:cs="Times New Roman"/>
          <w:b/>
          <w:bCs/>
        </w:rPr>
      </w:pPr>
    </w:p>
    <w:p w:rsidR="00077BEF" w:rsidRPr="00EA799E" w:rsidRDefault="00077BEF" w:rsidP="00356A37">
      <w:pPr>
        <w:pStyle w:val="Default"/>
        <w:rPr>
          <w:rFonts w:ascii="Times New Roman" w:hAnsi="Times New Roman" w:cs="Times New Roman"/>
          <w:b/>
          <w:bCs/>
          <w:color w:val="auto"/>
        </w:rPr>
      </w:pPr>
      <w:r w:rsidRPr="00EA799E">
        <w:rPr>
          <w:rFonts w:ascii="Times New Roman" w:hAnsi="Times New Roman" w:cs="Times New Roman"/>
          <w:b/>
          <w:bCs/>
          <w:color w:val="auto"/>
        </w:rPr>
        <w:t>7-8 классы</w:t>
      </w:r>
    </w:p>
    <w:p w:rsidR="00077BEF" w:rsidRPr="00EA799E" w:rsidRDefault="00077BEF" w:rsidP="00356A37">
      <w:pPr>
        <w:pStyle w:val="Default"/>
        <w:rPr>
          <w:rFonts w:ascii="Times New Roman" w:hAnsi="Times New Roman" w:cs="Times New Roman"/>
          <w:b/>
          <w:bCs/>
          <w:color w:val="auto"/>
        </w:rPr>
      </w:pPr>
      <w:r w:rsidRPr="00EA799E">
        <w:rPr>
          <w:rFonts w:ascii="Times New Roman" w:hAnsi="Times New Roman" w:cs="Times New Roman"/>
          <w:color w:val="auto"/>
        </w:rPr>
        <w:t>1.</w:t>
      </w:r>
      <w:r w:rsidRPr="00EA799E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EA799E">
        <w:rPr>
          <w:rFonts w:ascii="Times New Roman" w:hAnsi="Times New Roman" w:cs="Times New Roman"/>
          <w:color w:val="auto"/>
        </w:rPr>
        <w:t>Конкурс понимания письменных текстов</w:t>
      </w:r>
      <w:r w:rsidRPr="00EA799E">
        <w:rPr>
          <w:rFonts w:ascii="Times New Roman" w:hAnsi="Times New Roman" w:cs="Times New Roman"/>
          <w:b/>
          <w:bCs/>
          <w:color w:val="auto"/>
        </w:rPr>
        <w:t xml:space="preserve"> – 30 минут </w:t>
      </w:r>
    </w:p>
    <w:p w:rsidR="00077BEF" w:rsidRPr="00EA799E" w:rsidRDefault="00077BEF" w:rsidP="00356A37">
      <w:pPr>
        <w:pStyle w:val="Default"/>
        <w:rPr>
          <w:rFonts w:ascii="Times New Roman" w:hAnsi="Times New Roman" w:cs="Times New Roman"/>
          <w:b/>
          <w:bCs/>
          <w:color w:val="auto"/>
        </w:rPr>
      </w:pPr>
      <w:r w:rsidRPr="00EA799E">
        <w:rPr>
          <w:rFonts w:ascii="Times New Roman" w:hAnsi="Times New Roman" w:cs="Times New Roman"/>
          <w:color w:val="auto"/>
        </w:rPr>
        <w:t>2.</w:t>
      </w:r>
      <w:r w:rsidRPr="00EA799E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EA799E">
        <w:rPr>
          <w:rFonts w:ascii="Times New Roman" w:hAnsi="Times New Roman" w:cs="Times New Roman"/>
          <w:color w:val="auto"/>
        </w:rPr>
        <w:t>Лексико-грамматический тест</w:t>
      </w:r>
      <w:r w:rsidRPr="00EA799E">
        <w:rPr>
          <w:rFonts w:ascii="Times New Roman" w:hAnsi="Times New Roman" w:cs="Times New Roman"/>
          <w:b/>
          <w:bCs/>
          <w:color w:val="auto"/>
        </w:rPr>
        <w:t xml:space="preserve"> – 30 минут </w:t>
      </w:r>
    </w:p>
    <w:p w:rsidR="00077BEF" w:rsidRPr="00EA799E" w:rsidRDefault="00077BEF" w:rsidP="00356A37">
      <w:pPr>
        <w:pStyle w:val="Default"/>
        <w:rPr>
          <w:rFonts w:ascii="Times New Roman" w:hAnsi="Times New Roman" w:cs="Times New Roman"/>
          <w:b/>
          <w:bCs/>
          <w:color w:val="auto"/>
        </w:rPr>
      </w:pPr>
      <w:r w:rsidRPr="00EA799E">
        <w:rPr>
          <w:rFonts w:ascii="Times New Roman" w:hAnsi="Times New Roman" w:cs="Times New Roman"/>
          <w:color w:val="auto"/>
        </w:rPr>
        <w:t>3.</w:t>
      </w:r>
      <w:r w:rsidRPr="00EA799E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EA799E">
        <w:rPr>
          <w:rFonts w:ascii="Times New Roman" w:hAnsi="Times New Roman" w:cs="Times New Roman"/>
          <w:color w:val="auto"/>
        </w:rPr>
        <w:t>Конкурс письменной речи</w:t>
      </w:r>
      <w:r w:rsidRPr="00EA799E">
        <w:rPr>
          <w:rFonts w:ascii="Times New Roman" w:hAnsi="Times New Roman" w:cs="Times New Roman"/>
          <w:b/>
          <w:bCs/>
          <w:color w:val="auto"/>
        </w:rPr>
        <w:t xml:space="preserve"> – 30 минут </w:t>
      </w:r>
    </w:p>
    <w:p w:rsidR="00077BEF" w:rsidRPr="00EA799E" w:rsidRDefault="00077BEF" w:rsidP="00356A37">
      <w:pPr>
        <w:pStyle w:val="Default"/>
        <w:rPr>
          <w:rFonts w:ascii="Times New Roman" w:hAnsi="Times New Roman" w:cs="Times New Roman"/>
          <w:b/>
          <w:bCs/>
          <w:color w:val="auto"/>
        </w:rPr>
      </w:pPr>
      <w:r w:rsidRPr="00EA799E">
        <w:rPr>
          <w:rFonts w:ascii="Times New Roman" w:hAnsi="Times New Roman" w:cs="Times New Roman"/>
          <w:b/>
          <w:bCs/>
          <w:color w:val="auto"/>
        </w:rPr>
        <w:t>Общая продолжительность конкурса для 7-8 классов – 1 час 30 минут</w:t>
      </w:r>
    </w:p>
    <w:p w:rsidR="00077BEF" w:rsidRPr="00EA799E" w:rsidRDefault="00077BEF" w:rsidP="00356A37">
      <w:pPr>
        <w:pStyle w:val="Default"/>
        <w:rPr>
          <w:rFonts w:ascii="Times New Roman" w:hAnsi="Times New Roman" w:cs="Times New Roman"/>
        </w:rPr>
      </w:pPr>
    </w:p>
    <w:p w:rsidR="00077BEF" w:rsidRPr="00EA799E" w:rsidRDefault="00077BEF" w:rsidP="00356A37">
      <w:pPr>
        <w:pStyle w:val="Default"/>
        <w:rPr>
          <w:rFonts w:ascii="Times New Roman" w:hAnsi="Times New Roman" w:cs="Times New Roman"/>
        </w:rPr>
      </w:pPr>
      <w:r w:rsidRPr="00EA799E">
        <w:rPr>
          <w:rFonts w:ascii="Times New Roman" w:hAnsi="Times New Roman" w:cs="Times New Roman"/>
        </w:rPr>
        <w:t xml:space="preserve"> </w:t>
      </w:r>
      <w:r w:rsidRPr="00EA799E">
        <w:rPr>
          <w:rFonts w:ascii="Times New Roman" w:hAnsi="Times New Roman" w:cs="Times New Roman"/>
          <w:b/>
          <w:bCs/>
        </w:rPr>
        <w:t>9-11 классы</w:t>
      </w:r>
    </w:p>
    <w:p w:rsidR="00077BEF" w:rsidRPr="00EA799E" w:rsidRDefault="00077BEF" w:rsidP="00356A37">
      <w:pPr>
        <w:pStyle w:val="Default"/>
        <w:rPr>
          <w:rFonts w:ascii="Times New Roman" w:hAnsi="Times New Roman" w:cs="Times New Roman"/>
        </w:rPr>
      </w:pPr>
      <w:r w:rsidRPr="00EA799E">
        <w:rPr>
          <w:rFonts w:ascii="Times New Roman" w:hAnsi="Times New Roman" w:cs="Times New Roman"/>
        </w:rPr>
        <w:t xml:space="preserve">1. Конкурс понимания письменных текстов – </w:t>
      </w:r>
      <w:r w:rsidRPr="00EA799E">
        <w:rPr>
          <w:rFonts w:ascii="Times New Roman" w:hAnsi="Times New Roman" w:cs="Times New Roman"/>
          <w:b/>
          <w:bCs/>
        </w:rPr>
        <w:t xml:space="preserve">45 минут </w:t>
      </w:r>
    </w:p>
    <w:p w:rsidR="00077BEF" w:rsidRPr="00EA799E" w:rsidRDefault="00077BEF" w:rsidP="00356A37">
      <w:pPr>
        <w:pStyle w:val="Default"/>
        <w:rPr>
          <w:rFonts w:ascii="Times New Roman" w:hAnsi="Times New Roman" w:cs="Times New Roman"/>
        </w:rPr>
      </w:pPr>
      <w:r w:rsidRPr="00EA799E">
        <w:rPr>
          <w:rFonts w:ascii="Times New Roman" w:hAnsi="Times New Roman" w:cs="Times New Roman"/>
        </w:rPr>
        <w:t xml:space="preserve">2. Лексико-грамматический тест – </w:t>
      </w:r>
      <w:r w:rsidRPr="00EA799E">
        <w:rPr>
          <w:rFonts w:ascii="Times New Roman" w:hAnsi="Times New Roman" w:cs="Times New Roman"/>
          <w:b/>
          <w:bCs/>
        </w:rPr>
        <w:t xml:space="preserve">45 минут </w:t>
      </w:r>
    </w:p>
    <w:p w:rsidR="00077BEF" w:rsidRPr="00EA799E" w:rsidRDefault="00077BEF" w:rsidP="00356A37">
      <w:pPr>
        <w:pStyle w:val="Default"/>
        <w:rPr>
          <w:rFonts w:ascii="Times New Roman" w:hAnsi="Times New Roman" w:cs="Times New Roman"/>
          <w:b/>
          <w:bCs/>
        </w:rPr>
      </w:pPr>
      <w:r w:rsidRPr="00EA799E">
        <w:rPr>
          <w:rFonts w:ascii="Times New Roman" w:hAnsi="Times New Roman" w:cs="Times New Roman"/>
        </w:rPr>
        <w:t xml:space="preserve">3. Конкурс письменной речи – </w:t>
      </w:r>
      <w:r w:rsidRPr="00EA799E">
        <w:rPr>
          <w:rFonts w:ascii="Times New Roman" w:hAnsi="Times New Roman" w:cs="Times New Roman"/>
          <w:b/>
          <w:bCs/>
        </w:rPr>
        <w:t xml:space="preserve">60 минут </w:t>
      </w:r>
    </w:p>
    <w:p w:rsidR="00077BEF" w:rsidRPr="00EA799E" w:rsidRDefault="00077BEF" w:rsidP="00356A37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EA799E">
        <w:rPr>
          <w:rFonts w:ascii="Times New Roman" w:hAnsi="Times New Roman" w:cs="Times New Roman"/>
          <w:b/>
          <w:bCs/>
        </w:rPr>
        <w:t>Общая продолжительность конкурса для 9-11 классов – 2 часа 30 минут</w:t>
      </w:r>
    </w:p>
    <w:p w:rsidR="00077BEF" w:rsidRPr="00EA799E" w:rsidRDefault="00077BEF" w:rsidP="00356A37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077BEF" w:rsidRPr="00EA799E" w:rsidRDefault="00077BEF" w:rsidP="00356A37">
      <w:pPr>
        <w:pStyle w:val="Default"/>
        <w:spacing w:after="170"/>
        <w:jc w:val="both"/>
        <w:rPr>
          <w:rFonts w:ascii="Times New Roman" w:hAnsi="Times New Roman" w:cs="Times New Roman"/>
        </w:rPr>
      </w:pPr>
      <w:r w:rsidRPr="00EA799E">
        <w:rPr>
          <w:rFonts w:ascii="Times New Roman" w:hAnsi="Times New Roman" w:cs="Times New Roman"/>
        </w:rPr>
        <w:t xml:space="preserve">Участники Олимпиады допускаются до всех предусмотренных программой письменных конкурсов. Промежуточные результаты письменных конкурсов или отказ от выполнения заданий одного из письменных конкурсов не могут служить основанием для отстранения от участия в Олимпиаде. </w:t>
      </w:r>
    </w:p>
    <w:p w:rsidR="00077BEF" w:rsidRPr="00EA799E" w:rsidRDefault="00077BEF" w:rsidP="00356A37">
      <w:pPr>
        <w:pStyle w:val="Default"/>
        <w:jc w:val="both"/>
        <w:rPr>
          <w:rFonts w:ascii="Times New Roman" w:hAnsi="Times New Roman" w:cs="Times New Roman"/>
        </w:rPr>
      </w:pPr>
      <w:r w:rsidRPr="00EA799E">
        <w:rPr>
          <w:rFonts w:ascii="Times New Roman" w:hAnsi="Times New Roman" w:cs="Times New Roman"/>
        </w:rPr>
        <w:t xml:space="preserve">Задания всех конкурсов, выполняемых в письменной форме, составлены в одном варианте, поэтому участники должны сидеть по одному за столом (партой). </w:t>
      </w:r>
    </w:p>
    <w:p w:rsidR="00077BEF" w:rsidRPr="00EA799E" w:rsidRDefault="00077BEF" w:rsidP="00356A37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077BEF" w:rsidRDefault="00077BEF" w:rsidP="00356A37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EA799E">
        <w:rPr>
          <w:rFonts w:ascii="Times New Roman" w:hAnsi="Times New Roman" w:cs="Times New Roman"/>
          <w:b/>
          <w:bCs/>
        </w:rPr>
        <w:t xml:space="preserve">Процедура проведения конкурсов </w:t>
      </w:r>
      <w:r>
        <w:rPr>
          <w:rFonts w:ascii="Times New Roman" w:hAnsi="Times New Roman" w:cs="Times New Roman"/>
          <w:b/>
          <w:bCs/>
        </w:rPr>
        <w:t>школьного</w:t>
      </w:r>
      <w:r w:rsidRPr="00EA799E">
        <w:rPr>
          <w:rFonts w:ascii="Times New Roman" w:hAnsi="Times New Roman" w:cs="Times New Roman"/>
          <w:b/>
          <w:bCs/>
        </w:rPr>
        <w:t xml:space="preserve"> этапа всероссийской олимпиады школьников по английскому языку</w:t>
      </w:r>
    </w:p>
    <w:p w:rsidR="00077BEF" w:rsidRPr="00EA799E" w:rsidRDefault="00077BEF" w:rsidP="00356A37">
      <w:pPr>
        <w:pStyle w:val="Default"/>
        <w:jc w:val="center"/>
        <w:rPr>
          <w:rFonts w:ascii="Times New Roman" w:hAnsi="Times New Roman" w:cs="Times New Roman"/>
        </w:rPr>
      </w:pPr>
    </w:p>
    <w:p w:rsidR="00077BEF" w:rsidRPr="00EA799E" w:rsidRDefault="00077BEF" w:rsidP="00356A37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EA799E">
        <w:rPr>
          <w:rFonts w:ascii="Times New Roman" w:hAnsi="Times New Roman" w:cs="Times New Roman"/>
          <w:b/>
          <w:bCs/>
        </w:rPr>
        <w:t>4.1.1. Процедура проведения письменных конкурсов</w:t>
      </w:r>
    </w:p>
    <w:p w:rsidR="00077BEF" w:rsidRPr="00EA799E" w:rsidRDefault="00077BEF" w:rsidP="00356A37">
      <w:pPr>
        <w:pStyle w:val="Default"/>
        <w:jc w:val="both"/>
        <w:rPr>
          <w:rFonts w:ascii="Times New Roman" w:hAnsi="Times New Roman" w:cs="Times New Roman"/>
        </w:rPr>
      </w:pPr>
      <w:r w:rsidRPr="00EA799E">
        <w:rPr>
          <w:rFonts w:ascii="Times New Roman" w:hAnsi="Times New Roman" w:cs="Times New Roman"/>
        </w:rPr>
        <w:t xml:space="preserve">В аудитории должны находиться:                                                                                             </w:t>
      </w:r>
    </w:p>
    <w:p w:rsidR="00077BEF" w:rsidRPr="00EA799E" w:rsidRDefault="00077BEF" w:rsidP="008F011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A799E">
        <w:rPr>
          <w:rFonts w:ascii="Times New Roman" w:hAnsi="Times New Roman" w:cs="Times New Roman"/>
          <w:color w:val="auto"/>
        </w:rPr>
        <w:t xml:space="preserve">- старший член жюри в аудитории, который проводит необходимый инструктаж, ведет учет времени и отвечает за количество сданных текстов заданий и листов ответов. </w:t>
      </w:r>
    </w:p>
    <w:p w:rsidR="00077BEF" w:rsidRPr="00EA799E" w:rsidRDefault="00077BEF" w:rsidP="008F011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A799E">
        <w:rPr>
          <w:rFonts w:ascii="Times New Roman" w:hAnsi="Times New Roman" w:cs="Times New Roman"/>
          <w:color w:val="auto"/>
        </w:rPr>
        <w:t xml:space="preserve">- несколько членов жюри (количество членов жюри в аудитории зависит от количества участников), которые отвечают за порядок в аудитории, за рассадку участников в аудитории, за раздачу и сбор текстов заданий и листов ответов. </w:t>
      </w:r>
    </w:p>
    <w:p w:rsidR="00077BEF" w:rsidRPr="00EA799E" w:rsidRDefault="00077BEF" w:rsidP="00356A37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077BEF" w:rsidRPr="00EA799E" w:rsidRDefault="00077BEF" w:rsidP="00356A3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A799E">
        <w:rPr>
          <w:rFonts w:ascii="Times New Roman" w:hAnsi="Times New Roman" w:cs="Times New Roman"/>
          <w:color w:val="auto"/>
        </w:rPr>
        <w:t xml:space="preserve">       Участники распределяются по аудиториям для проведения письменных конкурсов в соответствии со списками, подготовленными оргкомитетом. Документы участников перед началом письменных конкурсов проверяют члены оргкомитета. За каждым участником закрепляется свой регистрационный номер. Члены жюри отвечают за рассадку участников в аудитории в строгом соответствии со списками оргкомитета. В списках, подготовленных оргкомитетом для жюри, указывается только регистрационный номер участников, которые должны находиться в данной аудитории. </w:t>
      </w:r>
    </w:p>
    <w:p w:rsidR="00077BEF" w:rsidRPr="00EA799E" w:rsidRDefault="00077BEF" w:rsidP="00356A37">
      <w:pPr>
        <w:pStyle w:val="Default"/>
        <w:rPr>
          <w:rFonts w:ascii="Times New Roman" w:hAnsi="Times New Roman" w:cs="Times New Roman"/>
          <w:color w:val="auto"/>
        </w:rPr>
      </w:pPr>
    </w:p>
    <w:p w:rsidR="00077BEF" w:rsidRPr="00EA799E" w:rsidRDefault="00077BEF" w:rsidP="00356A3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A799E">
        <w:rPr>
          <w:rFonts w:ascii="Times New Roman" w:hAnsi="Times New Roman" w:cs="Times New Roman"/>
          <w:color w:val="auto"/>
        </w:rPr>
        <w:t xml:space="preserve">       Участники должны сидеть в аудитории на таком расстоянии друг от друга, чтобы не видеть работу соседа. Рассадку участников в аудитории осуществляют члены жюри. </w:t>
      </w:r>
    </w:p>
    <w:p w:rsidR="00077BEF" w:rsidRPr="00EA799E" w:rsidRDefault="00077BEF" w:rsidP="00356A3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A799E">
        <w:rPr>
          <w:rFonts w:ascii="Times New Roman" w:hAnsi="Times New Roman" w:cs="Times New Roman"/>
          <w:color w:val="auto"/>
        </w:rPr>
        <w:t xml:space="preserve">       Участник может взять с собой в аудиторию ручку, очки, шоколад, воду. </w:t>
      </w:r>
    </w:p>
    <w:p w:rsidR="00077BEF" w:rsidRPr="00EA799E" w:rsidRDefault="00077BEF" w:rsidP="00356A3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A799E">
        <w:rPr>
          <w:rFonts w:ascii="Times New Roman" w:hAnsi="Times New Roman" w:cs="Times New Roman"/>
          <w:color w:val="auto"/>
        </w:rPr>
        <w:t xml:space="preserve">В аудиторию </w:t>
      </w:r>
      <w:r w:rsidRPr="00EA799E">
        <w:rPr>
          <w:rFonts w:ascii="Times New Roman" w:hAnsi="Times New Roman" w:cs="Times New Roman"/>
          <w:b/>
          <w:bCs/>
          <w:color w:val="auto"/>
        </w:rPr>
        <w:t xml:space="preserve">не разрешается </w:t>
      </w:r>
      <w:r w:rsidRPr="00EA799E">
        <w:rPr>
          <w:rFonts w:ascii="Times New Roman" w:hAnsi="Times New Roman" w:cs="Times New Roman"/>
          <w:color w:val="auto"/>
        </w:rPr>
        <w:t xml:space="preserve">брать бумагу, любые справочные материалы (словари, справочники, учебники и т.д.), пейджеры и мобильные телефоны, диктофоны, плееры и любые другие технические средства. </w:t>
      </w:r>
    </w:p>
    <w:p w:rsidR="00077BEF" w:rsidRPr="00EA799E" w:rsidRDefault="00077BEF" w:rsidP="00356A3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A799E">
        <w:rPr>
          <w:rFonts w:ascii="Times New Roman" w:hAnsi="Times New Roman" w:cs="Times New Roman"/>
          <w:b/>
          <w:bCs/>
          <w:color w:val="auto"/>
        </w:rPr>
        <w:t xml:space="preserve">Процедура проведения конкурса понимания письменного текстов. </w:t>
      </w:r>
    </w:p>
    <w:p w:rsidR="00077BEF" w:rsidRPr="00EA799E" w:rsidRDefault="00077BEF" w:rsidP="00356A3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A799E">
        <w:rPr>
          <w:rFonts w:ascii="Times New Roman" w:hAnsi="Times New Roman" w:cs="Times New Roman"/>
          <w:color w:val="auto"/>
        </w:rPr>
        <w:t>Каждому участнику перед началом выполнения заданий выдается лист ответов (</w:t>
      </w:r>
      <w:r w:rsidRPr="00EA799E">
        <w:rPr>
          <w:rFonts w:ascii="Times New Roman" w:hAnsi="Times New Roman" w:cs="Times New Roman"/>
          <w:i/>
          <w:iCs/>
          <w:color w:val="auto"/>
        </w:rPr>
        <w:t>Answer Sheet</w:t>
      </w:r>
      <w:r w:rsidRPr="00EA799E">
        <w:rPr>
          <w:rFonts w:ascii="Times New Roman" w:hAnsi="Times New Roman" w:cs="Times New Roman"/>
          <w:color w:val="auto"/>
        </w:rPr>
        <w:t xml:space="preserve">) и проводится </w:t>
      </w:r>
      <w:r w:rsidRPr="00EA799E">
        <w:rPr>
          <w:rFonts w:ascii="Times New Roman" w:hAnsi="Times New Roman" w:cs="Times New Roman"/>
          <w:b/>
          <w:bCs/>
          <w:color w:val="auto"/>
        </w:rPr>
        <w:t>инструктаж на русском языке по заполнению листов ответов и по порядку их сдачи после окончания работы</w:t>
      </w:r>
      <w:r w:rsidRPr="00EA799E">
        <w:rPr>
          <w:rFonts w:ascii="Times New Roman" w:hAnsi="Times New Roman" w:cs="Times New Roman"/>
          <w:color w:val="auto"/>
        </w:rPr>
        <w:t xml:space="preserve">: </w:t>
      </w:r>
    </w:p>
    <w:p w:rsidR="00077BEF" w:rsidRPr="00EA799E" w:rsidRDefault="00077BEF" w:rsidP="00356A37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077BEF" w:rsidRPr="00EA799E" w:rsidRDefault="00077BEF" w:rsidP="00A9178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A799E">
        <w:rPr>
          <w:rFonts w:ascii="Times New Roman" w:hAnsi="Times New Roman" w:cs="Times New Roman"/>
          <w:color w:val="auto"/>
        </w:rPr>
        <w:t xml:space="preserve">Участники заполняют графу </w:t>
      </w:r>
      <w:r w:rsidRPr="00EA799E">
        <w:rPr>
          <w:rFonts w:ascii="Times New Roman" w:hAnsi="Times New Roman" w:cs="Times New Roman"/>
          <w:i/>
          <w:iCs/>
          <w:color w:val="auto"/>
        </w:rPr>
        <w:t xml:space="preserve">Participant's ID number (свой регистрационный номер) </w:t>
      </w:r>
      <w:r w:rsidRPr="00EA799E">
        <w:rPr>
          <w:rFonts w:ascii="Times New Roman" w:hAnsi="Times New Roman" w:cs="Times New Roman"/>
          <w:color w:val="auto"/>
        </w:rPr>
        <w:t xml:space="preserve">на листах ответов. Все ответы необходимо отмечать на листах ответов. Правильный вариант пишется в соответствующей клеточке на листе ответов. </w:t>
      </w:r>
    </w:p>
    <w:p w:rsidR="00077BEF" w:rsidRPr="00EA799E" w:rsidRDefault="00077BEF" w:rsidP="00356A37">
      <w:pPr>
        <w:pStyle w:val="Default"/>
        <w:rPr>
          <w:rFonts w:ascii="Times New Roman" w:hAnsi="Times New Roman" w:cs="Times New Roman"/>
          <w:color w:val="auto"/>
        </w:rPr>
      </w:pPr>
    </w:p>
    <w:p w:rsidR="00077BEF" w:rsidRPr="00EA799E" w:rsidRDefault="00077BEF" w:rsidP="00356A37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EA799E">
        <w:rPr>
          <w:rFonts w:ascii="Times New Roman" w:hAnsi="Times New Roman" w:cs="Times New Roman"/>
          <w:b/>
          <w:bCs/>
          <w:color w:val="auto"/>
        </w:rPr>
        <w:t>Процедура проведения конкурса на понимание письменных текстов, лексико-грамматического теста и конкурса письменной речи.</w:t>
      </w:r>
    </w:p>
    <w:p w:rsidR="00077BEF" w:rsidRPr="00EA799E" w:rsidRDefault="00077BEF" w:rsidP="00356A37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077BEF" w:rsidRPr="00EA799E" w:rsidRDefault="00077BEF" w:rsidP="00356A3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A799E">
        <w:rPr>
          <w:rFonts w:ascii="Times New Roman" w:hAnsi="Times New Roman" w:cs="Times New Roman"/>
          <w:color w:val="auto"/>
        </w:rPr>
        <w:t xml:space="preserve">       Каждому участнику перед началом выполнения заданий выдается лист ответов (</w:t>
      </w:r>
      <w:r w:rsidRPr="00EA799E">
        <w:rPr>
          <w:rFonts w:ascii="Times New Roman" w:hAnsi="Times New Roman" w:cs="Times New Roman"/>
          <w:i/>
          <w:iCs/>
          <w:color w:val="auto"/>
        </w:rPr>
        <w:t>Answer Sheet</w:t>
      </w:r>
      <w:r w:rsidRPr="00EA799E">
        <w:rPr>
          <w:rFonts w:ascii="Times New Roman" w:hAnsi="Times New Roman" w:cs="Times New Roman"/>
          <w:color w:val="auto"/>
        </w:rPr>
        <w:t xml:space="preserve">) соответствующего конкурса и лист для черновика и проводится </w:t>
      </w:r>
      <w:r w:rsidRPr="00EA799E">
        <w:rPr>
          <w:rFonts w:ascii="Times New Roman" w:hAnsi="Times New Roman" w:cs="Times New Roman"/>
          <w:b/>
          <w:bCs/>
          <w:color w:val="auto"/>
        </w:rPr>
        <w:t>инструктаж на русском языке по заполнению листов ответов и по порядку их сдачи после окончания работы</w:t>
      </w:r>
      <w:r w:rsidRPr="00EA799E">
        <w:rPr>
          <w:rFonts w:ascii="Times New Roman" w:hAnsi="Times New Roman" w:cs="Times New Roman"/>
          <w:color w:val="auto"/>
        </w:rPr>
        <w:t xml:space="preserve">: </w:t>
      </w:r>
    </w:p>
    <w:p w:rsidR="00077BEF" w:rsidRPr="00EA799E" w:rsidRDefault="00077BEF" w:rsidP="00356A37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077BEF" w:rsidRPr="00EA799E" w:rsidRDefault="00077BEF" w:rsidP="00356A3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A799E">
        <w:rPr>
          <w:rFonts w:ascii="Times New Roman" w:hAnsi="Times New Roman" w:cs="Times New Roman"/>
          <w:color w:val="auto"/>
        </w:rPr>
        <w:t xml:space="preserve">- Участники заполняют графу </w:t>
      </w:r>
      <w:r w:rsidRPr="00EA799E">
        <w:rPr>
          <w:rFonts w:ascii="Times New Roman" w:hAnsi="Times New Roman" w:cs="Times New Roman"/>
          <w:i/>
          <w:iCs/>
          <w:color w:val="auto"/>
        </w:rPr>
        <w:t xml:space="preserve">Participant's ID number (регистрационный номер) </w:t>
      </w:r>
      <w:r w:rsidRPr="00EA799E">
        <w:rPr>
          <w:rFonts w:ascii="Times New Roman" w:hAnsi="Times New Roman" w:cs="Times New Roman"/>
          <w:color w:val="auto"/>
        </w:rPr>
        <w:t xml:space="preserve">на листах ответов. Все ответы необходимо отмечать на листах ответов. Правильный вариант пишется в соответствующей клеточке на листе ответов. </w:t>
      </w:r>
    </w:p>
    <w:p w:rsidR="00077BEF" w:rsidRPr="00EA799E" w:rsidRDefault="00077BEF" w:rsidP="00356A3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A799E">
        <w:rPr>
          <w:rFonts w:ascii="Times New Roman" w:hAnsi="Times New Roman" w:cs="Times New Roman"/>
          <w:color w:val="auto"/>
        </w:rPr>
        <w:t xml:space="preserve">- На листах ответов категорически запрещается указывать фамилии, делать рисунки или какие-либо отметки, в противном случае работа считается дешифрованной и не оценивается. </w:t>
      </w:r>
    </w:p>
    <w:p w:rsidR="00077BEF" w:rsidRPr="00EA799E" w:rsidRDefault="00077BEF" w:rsidP="00356A3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A799E">
        <w:rPr>
          <w:rFonts w:ascii="Times New Roman" w:hAnsi="Times New Roman" w:cs="Times New Roman"/>
          <w:color w:val="auto"/>
        </w:rPr>
        <w:t>- Исправления на листах ответов ошибками не считаются; однако почерк должен быть понятным; спорные случаи (</w:t>
      </w:r>
      <w:r w:rsidRPr="00EA799E">
        <w:rPr>
          <w:rFonts w:ascii="Times New Roman" w:hAnsi="Times New Roman" w:cs="Times New Roman"/>
          <w:b/>
          <w:bCs/>
          <w:i/>
          <w:iCs/>
          <w:color w:val="auto"/>
        </w:rPr>
        <w:t xml:space="preserve">о </w:t>
      </w:r>
      <w:r w:rsidRPr="00EA799E">
        <w:rPr>
          <w:rFonts w:ascii="Times New Roman" w:hAnsi="Times New Roman" w:cs="Times New Roman"/>
          <w:color w:val="auto"/>
        </w:rPr>
        <w:t xml:space="preserve">или </w:t>
      </w:r>
      <w:r w:rsidRPr="00EA799E">
        <w:rPr>
          <w:rFonts w:ascii="Times New Roman" w:hAnsi="Times New Roman" w:cs="Times New Roman"/>
          <w:b/>
          <w:bCs/>
          <w:i/>
          <w:iCs/>
          <w:color w:val="auto"/>
        </w:rPr>
        <w:t>а</w:t>
      </w:r>
      <w:r w:rsidRPr="00EA799E">
        <w:rPr>
          <w:rFonts w:ascii="Times New Roman" w:hAnsi="Times New Roman" w:cs="Times New Roman"/>
          <w:color w:val="auto"/>
        </w:rPr>
        <w:t xml:space="preserve">) трактуются не в пользу участника. </w:t>
      </w:r>
    </w:p>
    <w:p w:rsidR="00077BEF" w:rsidRPr="00EA799E" w:rsidRDefault="00077BEF" w:rsidP="00356A3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A799E">
        <w:rPr>
          <w:rFonts w:ascii="Times New Roman" w:hAnsi="Times New Roman" w:cs="Times New Roman"/>
          <w:color w:val="auto"/>
        </w:rPr>
        <w:t xml:space="preserve">- Ответы записываются только черными или синими чернилами/ пастой (запрещены красные, зеленые чернила, карандаш). </w:t>
      </w:r>
    </w:p>
    <w:p w:rsidR="00077BEF" w:rsidRPr="00EA799E" w:rsidRDefault="00077BEF" w:rsidP="00356A37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077BEF" w:rsidRPr="00EA799E" w:rsidRDefault="00077BEF" w:rsidP="00356A3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A799E">
        <w:rPr>
          <w:rFonts w:ascii="Times New Roman" w:hAnsi="Times New Roman" w:cs="Times New Roman"/>
          <w:color w:val="auto"/>
        </w:rPr>
        <w:t xml:space="preserve">       После инструктажа по порядку заполнения листа ответов </w:t>
      </w:r>
      <w:r w:rsidRPr="00EA799E">
        <w:rPr>
          <w:rFonts w:ascii="Times New Roman" w:hAnsi="Times New Roman" w:cs="Times New Roman"/>
          <w:b/>
          <w:bCs/>
          <w:color w:val="auto"/>
        </w:rPr>
        <w:t xml:space="preserve">участникам раздаются тексты соответствующих заданий. </w:t>
      </w:r>
      <w:r w:rsidRPr="00EA799E">
        <w:rPr>
          <w:rFonts w:ascii="Times New Roman" w:hAnsi="Times New Roman" w:cs="Times New Roman"/>
          <w:color w:val="auto"/>
        </w:rPr>
        <w:t xml:space="preserve">В тексте заданий указано время выполнения заданий и даны все инструкции по выполнению заданий на английском языке. Тексты заданий лексико-грамматического теста можно использовать в качестве черновика. Однако проверке подлежат только ответы, перенесенные в лист ответов. Сами тексты заданий сдаются вместе с листами ответов после окончания выполнения задания, но не проверяются. Для выполнения задания по конкурсу письменной речи участникам выдается чистый лист бумаги для черновика. Однако проверке подлежит только </w:t>
      </w:r>
      <w:r w:rsidRPr="00EA799E">
        <w:rPr>
          <w:rFonts w:ascii="Times New Roman" w:hAnsi="Times New Roman" w:cs="Times New Roman"/>
          <w:b/>
          <w:bCs/>
          <w:color w:val="auto"/>
        </w:rPr>
        <w:t>письменный ответ участника</w:t>
      </w:r>
      <w:r w:rsidRPr="00EA799E">
        <w:rPr>
          <w:rFonts w:ascii="Times New Roman" w:hAnsi="Times New Roman" w:cs="Times New Roman"/>
          <w:color w:val="auto"/>
        </w:rPr>
        <w:t xml:space="preserve">, перенесенный в лист ответов. Черновики и тексты заданий конкурса письменной речи сдаются вместе с листами ответов после окончания выполнения задания, </w:t>
      </w:r>
      <w:r w:rsidRPr="00EA799E">
        <w:rPr>
          <w:rFonts w:ascii="Times New Roman" w:hAnsi="Times New Roman" w:cs="Times New Roman"/>
          <w:b/>
          <w:bCs/>
          <w:color w:val="auto"/>
        </w:rPr>
        <w:t>но не проверяются</w:t>
      </w:r>
      <w:r w:rsidRPr="00EA799E">
        <w:rPr>
          <w:rFonts w:ascii="Times New Roman" w:hAnsi="Times New Roman" w:cs="Times New Roman"/>
          <w:color w:val="auto"/>
        </w:rPr>
        <w:t xml:space="preserve">. Запрещается выносить тексты заданий и любые записи из аудитории. </w:t>
      </w:r>
    </w:p>
    <w:p w:rsidR="00077BEF" w:rsidRPr="00EA799E" w:rsidRDefault="00077BEF" w:rsidP="00356A3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A799E">
        <w:rPr>
          <w:rFonts w:ascii="Times New Roman" w:hAnsi="Times New Roman" w:cs="Times New Roman"/>
          <w:color w:val="auto"/>
        </w:rPr>
        <w:t xml:space="preserve">         Члены жюри, находящиеся в аудитории, должны зафиксировать время начала и окончания олимпиады на доске (например, 10.10 - 11.40.) За 15 и за 5 минут до окончания выполнения заданий старший член жюри в аудитории должен напомнить об оставшемся времени и предупредить о необходимости тщательной проверки работы и переносе ответов в листы ответов. </w:t>
      </w:r>
    </w:p>
    <w:p w:rsidR="00077BEF" w:rsidRPr="00EA799E" w:rsidRDefault="00077BEF" w:rsidP="00356A3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A799E">
        <w:rPr>
          <w:rFonts w:ascii="Times New Roman" w:hAnsi="Times New Roman" w:cs="Times New Roman"/>
          <w:color w:val="auto"/>
        </w:rPr>
        <w:t xml:space="preserve">По истечении времени, отведенного на выполнение соответствующих заданий, члены жюри собирают листы ответов, тексты заданий и черновики. Черновики не проверяются. Проверяются только листы ответов. </w:t>
      </w:r>
    </w:p>
    <w:p w:rsidR="00077BEF" w:rsidRPr="00EA799E" w:rsidRDefault="00077BEF" w:rsidP="00356A3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A799E">
        <w:rPr>
          <w:rFonts w:ascii="Times New Roman" w:hAnsi="Times New Roman" w:cs="Times New Roman"/>
          <w:color w:val="auto"/>
        </w:rPr>
        <w:t xml:space="preserve"> </w:t>
      </w:r>
    </w:p>
    <w:p w:rsidR="00077BEF" w:rsidRPr="00EA799E" w:rsidRDefault="00077BEF" w:rsidP="00356A37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4.1</w:t>
      </w:r>
      <w:r w:rsidRPr="00EA799E">
        <w:rPr>
          <w:rFonts w:ascii="Times New Roman" w:hAnsi="Times New Roman" w:cs="Times New Roman"/>
          <w:b/>
          <w:bCs/>
          <w:color w:val="auto"/>
        </w:rPr>
        <w:t>.</w:t>
      </w:r>
      <w:r>
        <w:rPr>
          <w:rFonts w:ascii="Times New Roman" w:hAnsi="Times New Roman" w:cs="Times New Roman"/>
          <w:b/>
          <w:bCs/>
          <w:color w:val="auto"/>
        </w:rPr>
        <w:t>2</w:t>
      </w:r>
      <w:r w:rsidRPr="00EA799E">
        <w:rPr>
          <w:rFonts w:ascii="Times New Roman" w:hAnsi="Times New Roman" w:cs="Times New Roman"/>
          <w:color w:val="auto"/>
        </w:rPr>
        <w:t xml:space="preserve"> </w:t>
      </w:r>
      <w:r w:rsidRPr="00EA799E">
        <w:rPr>
          <w:rFonts w:ascii="Times New Roman" w:hAnsi="Times New Roman" w:cs="Times New Roman"/>
          <w:b/>
          <w:bCs/>
          <w:color w:val="auto"/>
        </w:rPr>
        <w:t>Перечень справочных материалов, средств связи и электронно-вычислительной техники, разрешенных к использованию.</w:t>
      </w:r>
      <w:r w:rsidRPr="00EA799E">
        <w:rPr>
          <w:rFonts w:ascii="Times New Roman" w:hAnsi="Times New Roman" w:cs="Times New Roman"/>
          <w:color w:val="auto"/>
        </w:rPr>
        <w:t xml:space="preserve"> Во время конкурсов, показа работ и апелляций участникам </w:t>
      </w:r>
      <w:r w:rsidRPr="00EA799E">
        <w:rPr>
          <w:rFonts w:ascii="Times New Roman" w:hAnsi="Times New Roman" w:cs="Times New Roman"/>
          <w:b/>
          <w:bCs/>
          <w:color w:val="auto"/>
        </w:rPr>
        <w:t xml:space="preserve">запрещается </w:t>
      </w:r>
      <w:r w:rsidRPr="00EA799E">
        <w:rPr>
          <w:rFonts w:ascii="Times New Roman" w:hAnsi="Times New Roman" w:cs="Times New Roman"/>
          <w:color w:val="auto"/>
        </w:rPr>
        <w:t>пользоваться любой справочной литературой, собственной бумагой, электронными вычислительными средствами и любыми средствами связи</w:t>
      </w:r>
      <w:r w:rsidRPr="00EA799E">
        <w:rPr>
          <w:rFonts w:ascii="Times New Roman" w:hAnsi="Times New Roman" w:cs="Times New Roman"/>
          <w:b/>
          <w:bCs/>
          <w:color w:val="auto"/>
        </w:rPr>
        <w:t>. Участникам запрещается приносить мобильные телефоны, компьютеры и любые технические средства для фотографирования и записи звука в аудитории, где проводятся конкурсы, показ работ и апелляции</w:t>
      </w:r>
      <w:r w:rsidRPr="00EA799E">
        <w:rPr>
          <w:rFonts w:ascii="Times New Roman" w:hAnsi="Times New Roman" w:cs="Times New Roman"/>
          <w:color w:val="auto"/>
        </w:rPr>
        <w:t>. Если представителем оргкомитета или членом жюри у участника будет найдены любые справочные материалы или любые электронные средства для приема или передачи информации (даже в выключенном состоянии), члены оргкомитета или члены жюри составляют акт и результаты участника в данном конкурсе аннулируются, показ работ участника прерывается, апелляция участника не рассматривается.</w:t>
      </w:r>
    </w:p>
    <w:p w:rsidR="00077BEF" w:rsidRPr="00EA799E" w:rsidRDefault="00077BEF" w:rsidP="00A247C8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077BEF" w:rsidRPr="00EA799E" w:rsidRDefault="00077BEF" w:rsidP="00A247C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A799E">
        <w:rPr>
          <w:rFonts w:ascii="Times New Roman" w:hAnsi="Times New Roman" w:cs="Times New Roman"/>
          <w:b/>
          <w:bCs/>
          <w:color w:val="auto"/>
        </w:rPr>
        <w:t xml:space="preserve">5. Перечень материально-технического обеспечения для выполнения олимпиадных заданий </w:t>
      </w:r>
    </w:p>
    <w:p w:rsidR="00077BEF" w:rsidRPr="00EA799E" w:rsidRDefault="00077BEF" w:rsidP="00A247C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A799E">
        <w:rPr>
          <w:rFonts w:ascii="Times New Roman" w:hAnsi="Times New Roman" w:cs="Times New Roman"/>
          <w:b/>
          <w:bCs/>
          <w:color w:val="auto"/>
        </w:rPr>
        <w:t xml:space="preserve">5.1. </w:t>
      </w:r>
      <w:r w:rsidRPr="00EA799E">
        <w:rPr>
          <w:rFonts w:ascii="Times New Roman" w:hAnsi="Times New Roman" w:cs="Times New Roman"/>
          <w:color w:val="auto"/>
        </w:rPr>
        <w:t xml:space="preserve">Во всех «рабочих» аудиториях должны быть часы, поскольку выполнение тестов требует контроля за временем. </w:t>
      </w:r>
    </w:p>
    <w:p w:rsidR="00077BEF" w:rsidRPr="00EA799E" w:rsidRDefault="00077BEF" w:rsidP="00A247C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A799E">
        <w:rPr>
          <w:rFonts w:ascii="Times New Roman" w:hAnsi="Times New Roman" w:cs="Times New Roman"/>
          <w:b/>
          <w:bCs/>
          <w:color w:val="auto"/>
        </w:rPr>
        <w:t xml:space="preserve">5.2. </w:t>
      </w:r>
      <w:r w:rsidRPr="00EA799E">
        <w:rPr>
          <w:rFonts w:ascii="Times New Roman" w:hAnsi="Times New Roman" w:cs="Times New Roman"/>
          <w:color w:val="auto"/>
        </w:rPr>
        <w:t xml:space="preserve">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 </w:t>
      </w:r>
    </w:p>
    <w:p w:rsidR="00077BEF" w:rsidRPr="00EA799E" w:rsidRDefault="00077BEF" w:rsidP="00A247C8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EA799E">
        <w:rPr>
          <w:rFonts w:ascii="Times New Roman" w:hAnsi="Times New Roman" w:cs="Times New Roman"/>
          <w:b/>
          <w:bCs/>
          <w:color w:val="auto"/>
        </w:rPr>
        <w:t xml:space="preserve">Комиссия просит размножать материалы заданий в формате А4 (не уменьшать формат). </w:t>
      </w:r>
    </w:p>
    <w:p w:rsidR="00077BEF" w:rsidRPr="00EA799E" w:rsidRDefault="00077BEF" w:rsidP="00A247C8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077BEF" w:rsidRPr="00EA799E" w:rsidRDefault="00077BEF" w:rsidP="00A247C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A799E">
        <w:rPr>
          <w:rFonts w:ascii="Times New Roman" w:hAnsi="Times New Roman" w:cs="Times New Roman"/>
          <w:b/>
          <w:bCs/>
          <w:color w:val="auto"/>
        </w:rPr>
        <w:t xml:space="preserve">6. Порядок показа работ </w:t>
      </w:r>
    </w:p>
    <w:p w:rsidR="00077BEF" w:rsidRPr="00EA799E" w:rsidRDefault="00077BEF" w:rsidP="00A247C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A799E">
        <w:rPr>
          <w:rFonts w:ascii="Times New Roman" w:hAnsi="Times New Roman" w:cs="Times New Roman"/>
          <w:b/>
          <w:bCs/>
          <w:color w:val="auto"/>
        </w:rPr>
        <w:t>6.1</w:t>
      </w:r>
      <w:r w:rsidRPr="00EA799E">
        <w:rPr>
          <w:rFonts w:ascii="Times New Roman" w:hAnsi="Times New Roman" w:cs="Times New Roman"/>
          <w:color w:val="auto"/>
        </w:rPr>
        <w:t xml:space="preserve">. На показ работ допускаются только участники Олимпиады (без родителей и сопровождающих). Для показа работ необходима одна большая аудитория (или несколько небольших аудиторий). В аудитории должны быть столы для членов Жюри и столы для участников, за которыми они самостоятельно просматривают свои работы. Участник имеет право задать члену Жюри вопросы по оценке приведенного им ответа и по критериям оценивания. В случае если Жюри соглашается с аргументами участника по изменению оценки какого-либо задания в его работе, соответствующее изменение согласовывается с председателем Жюри и оформляется протоколом апелляции. </w:t>
      </w:r>
    </w:p>
    <w:p w:rsidR="00077BEF" w:rsidRPr="00EA799E" w:rsidRDefault="00077BEF" w:rsidP="00A247C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A799E">
        <w:rPr>
          <w:rFonts w:ascii="Times New Roman" w:hAnsi="Times New Roman" w:cs="Times New Roman"/>
          <w:b/>
          <w:bCs/>
          <w:color w:val="auto"/>
        </w:rPr>
        <w:t xml:space="preserve">6.2. </w:t>
      </w:r>
      <w:r w:rsidRPr="00EA799E">
        <w:rPr>
          <w:rFonts w:ascii="Times New Roman" w:hAnsi="Times New Roman" w:cs="Times New Roman"/>
          <w:color w:val="auto"/>
        </w:rPr>
        <w:t xml:space="preserve">Работы участников хранятся Оргкомитетом Олимпиады в течение одного года с момента ее окончания. </w:t>
      </w:r>
    </w:p>
    <w:p w:rsidR="00077BEF" w:rsidRPr="00EA799E" w:rsidRDefault="00077BEF" w:rsidP="00A247C8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077BEF" w:rsidRPr="00EA799E" w:rsidRDefault="00077BEF" w:rsidP="00A247C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A799E">
        <w:rPr>
          <w:rFonts w:ascii="Times New Roman" w:hAnsi="Times New Roman" w:cs="Times New Roman"/>
          <w:b/>
          <w:bCs/>
          <w:color w:val="auto"/>
        </w:rPr>
        <w:t xml:space="preserve">7. Порядок рассмотрения апелляций по результатам проверки жюри олимпиадных заданий </w:t>
      </w:r>
    </w:p>
    <w:p w:rsidR="00077BEF" w:rsidRPr="00EA799E" w:rsidRDefault="00077BEF" w:rsidP="00A247C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A799E">
        <w:rPr>
          <w:rFonts w:ascii="Times New Roman" w:hAnsi="Times New Roman" w:cs="Times New Roman"/>
          <w:b/>
          <w:bCs/>
          <w:color w:val="auto"/>
        </w:rPr>
        <w:t xml:space="preserve">7.1. </w:t>
      </w:r>
      <w:r w:rsidRPr="00EA799E">
        <w:rPr>
          <w:rFonts w:ascii="Times New Roman" w:hAnsi="Times New Roman" w:cs="Times New Roman"/>
          <w:color w:val="auto"/>
        </w:rPr>
        <w:t xml:space="preserve">Апелляция проводится в случаях несогласия участника Олимпиады с результатами оценивания его олимпиадной работы. </w:t>
      </w:r>
    </w:p>
    <w:p w:rsidR="00077BEF" w:rsidRPr="00EA799E" w:rsidRDefault="00077BEF" w:rsidP="00A247C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A799E">
        <w:rPr>
          <w:rFonts w:ascii="Times New Roman" w:hAnsi="Times New Roman" w:cs="Times New Roman"/>
          <w:b/>
          <w:bCs/>
          <w:color w:val="auto"/>
        </w:rPr>
        <w:t xml:space="preserve">7.2. </w:t>
      </w:r>
      <w:r w:rsidRPr="00EA799E">
        <w:rPr>
          <w:rFonts w:ascii="Times New Roman" w:hAnsi="Times New Roman" w:cs="Times New Roman"/>
          <w:color w:val="auto"/>
        </w:rPr>
        <w:t xml:space="preserve">Апелляции участников Олимпиады рассматриваются членами Жюри (апелляционная комиссия).  </w:t>
      </w:r>
    </w:p>
    <w:p w:rsidR="00077BEF" w:rsidRPr="00EA799E" w:rsidRDefault="00077BEF" w:rsidP="00A247C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A799E">
        <w:rPr>
          <w:rFonts w:ascii="Times New Roman" w:hAnsi="Times New Roman" w:cs="Times New Roman"/>
          <w:color w:val="auto"/>
        </w:rPr>
        <w:t xml:space="preserve">7.3. Рассмотрение апелляции проводится в спокойной, доброжелательной обстановке. Участнику олимпиады, подавшему аппеляцию, предоставляется возможность убедиться в том, что его работа проверена и оценена в соответствии с критериями. Апелляция участника должна быть рассмотрена не позднее чем через 3  часа с момента подачи соответствующего заявления. </w:t>
      </w:r>
    </w:p>
    <w:p w:rsidR="00077BEF" w:rsidRPr="00EA799E" w:rsidRDefault="00077BEF" w:rsidP="00A247C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A799E">
        <w:rPr>
          <w:rFonts w:ascii="Times New Roman" w:hAnsi="Times New Roman" w:cs="Times New Roman"/>
          <w:b/>
          <w:bCs/>
          <w:color w:val="auto"/>
        </w:rPr>
        <w:t xml:space="preserve">7.4. </w:t>
      </w:r>
      <w:r w:rsidRPr="00EA799E">
        <w:rPr>
          <w:rFonts w:ascii="Times New Roman" w:hAnsi="Times New Roman" w:cs="Times New Roman"/>
          <w:color w:val="auto"/>
        </w:rPr>
        <w:t>Для проведения апелляции участник Олимпиады подает письменное заявление. Заявление на апелляцию принимается в течение одного астрономического часа после окончания показа работ на имя председателя</w:t>
      </w:r>
      <w:r>
        <w:rPr>
          <w:rFonts w:ascii="Times New Roman" w:hAnsi="Times New Roman" w:cs="Times New Roman"/>
          <w:color w:val="auto"/>
        </w:rPr>
        <w:t xml:space="preserve"> Жюри в установленной форме</w:t>
      </w:r>
      <w:r w:rsidRPr="00EA799E">
        <w:rPr>
          <w:rFonts w:ascii="Times New Roman" w:hAnsi="Times New Roman" w:cs="Times New Roman"/>
          <w:color w:val="auto"/>
        </w:rPr>
        <w:t xml:space="preserve">. </w:t>
      </w:r>
    </w:p>
    <w:p w:rsidR="00077BEF" w:rsidRPr="00EA799E" w:rsidRDefault="00077BEF" w:rsidP="00A247C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A799E">
        <w:rPr>
          <w:rFonts w:ascii="Times New Roman" w:hAnsi="Times New Roman" w:cs="Times New Roman"/>
          <w:b/>
          <w:bCs/>
          <w:color w:val="auto"/>
        </w:rPr>
        <w:t>7</w:t>
      </w:r>
      <w:r w:rsidRPr="00EA799E">
        <w:rPr>
          <w:rFonts w:ascii="Times New Roman" w:hAnsi="Times New Roman" w:cs="Times New Roman"/>
          <w:b/>
          <w:bCs/>
          <w:i/>
          <w:iCs/>
          <w:color w:val="auto"/>
        </w:rPr>
        <w:t>.</w:t>
      </w:r>
      <w:r w:rsidRPr="00EA799E">
        <w:rPr>
          <w:rFonts w:ascii="Times New Roman" w:hAnsi="Times New Roman" w:cs="Times New Roman"/>
          <w:b/>
          <w:bCs/>
          <w:color w:val="auto"/>
        </w:rPr>
        <w:t>5</w:t>
      </w:r>
      <w:r w:rsidRPr="00EA799E">
        <w:rPr>
          <w:rFonts w:ascii="Times New Roman" w:hAnsi="Times New Roman" w:cs="Times New Roman"/>
          <w:b/>
          <w:bCs/>
          <w:i/>
          <w:iCs/>
          <w:color w:val="auto"/>
        </w:rPr>
        <w:t xml:space="preserve">. </w:t>
      </w:r>
      <w:r w:rsidRPr="00EA799E">
        <w:rPr>
          <w:rFonts w:ascii="Times New Roman" w:hAnsi="Times New Roman" w:cs="Times New Roman"/>
          <w:color w:val="auto"/>
        </w:rPr>
        <w:t xml:space="preserve">При рассмотрении апелляции может присутствовать только участник Олимпиады, подавший заявление, имеющий при себе документ, удостоверяющий личность, а также лицо, являющееся его законным представителем. </w:t>
      </w:r>
    </w:p>
    <w:p w:rsidR="00077BEF" w:rsidRPr="00EA799E" w:rsidRDefault="00077BEF" w:rsidP="00A247C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A799E">
        <w:rPr>
          <w:rFonts w:ascii="Times New Roman" w:hAnsi="Times New Roman" w:cs="Times New Roman"/>
          <w:b/>
          <w:bCs/>
          <w:color w:val="auto"/>
        </w:rPr>
        <w:t xml:space="preserve">7.6. </w:t>
      </w:r>
      <w:r w:rsidRPr="00EA799E">
        <w:rPr>
          <w:rFonts w:ascii="Times New Roman" w:hAnsi="Times New Roman" w:cs="Times New Roman"/>
          <w:color w:val="auto"/>
        </w:rPr>
        <w:t xml:space="preserve">По результатам рассмотрения апелляции выносится одно из следующих решений: </w:t>
      </w:r>
    </w:p>
    <w:p w:rsidR="00077BEF" w:rsidRPr="00EA799E" w:rsidRDefault="00077BEF" w:rsidP="00A247C8">
      <w:pPr>
        <w:pStyle w:val="Default"/>
        <w:spacing w:after="165"/>
        <w:jc w:val="both"/>
        <w:rPr>
          <w:rFonts w:ascii="Times New Roman" w:hAnsi="Times New Roman" w:cs="Times New Roman"/>
          <w:color w:val="auto"/>
        </w:rPr>
      </w:pPr>
      <w:r w:rsidRPr="00EA799E">
        <w:rPr>
          <w:rFonts w:ascii="Times New Roman" w:hAnsi="Times New Roman" w:cs="Times New Roman"/>
          <w:color w:val="auto"/>
        </w:rPr>
        <w:t xml:space="preserve">- об отклонении апелляции и сохранении выставленных баллов; </w:t>
      </w:r>
    </w:p>
    <w:p w:rsidR="00077BEF" w:rsidRPr="00EA799E" w:rsidRDefault="00077BEF" w:rsidP="00A247C8">
      <w:pPr>
        <w:pStyle w:val="Default"/>
        <w:spacing w:after="165"/>
        <w:jc w:val="both"/>
        <w:rPr>
          <w:rFonts w:ascii="Times New Roman" w:hAnsi="Times New Roman" w:cs="Times New Roman"/>
          <w:color w:val="auto"/>
        </w:rPr>
      </w:pPr>
      <w:r w:rsidRPr="00EA799E">
        <w:rPr>
          <w:rFonts w:ascii="Times New Roman" w:hAnsi="Times New Roman" w:cs="Times New Roman"/>
          <w:color w:val="auto"/>
        </w:rPr>
        <w:t xml:space="preserve">- об удовлетворении апелляции и корректировке баллов. </w:t>
      </w:r>
    </w:p>
    <w:p w:rsidR="00077BEF" w:rsidRPr="00EA799E" w:rsidRDefault="00077BEF" w:rsidP="00A247C8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077BEF" w:rsidRPr="00EA799E" w:rsidRDefault="00077BEF" w:rsidP="00A247C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A799E">
        <w:rPr>
          <w:rFonts w:ascii="Times New Roman" w:hAnsi="Times New Roman" w:cs="Times New Roman"/>
          <w:b/>
          <w:bCs/>
          <w:color w:val="auto"/>
        </w:rPr>
        <w:t xml:space="preserve">7.7. </w:t>
      </w:r>
      <w:r w:rsidRPr="00EA799E">
        <w:rPr>
          <w:rFonts w:ascii="Times New Roman" w:hAnsi="Times New Roman" w:cs="Times New Roman"/>
          <w:color w:val="auto"/>
        </w:rPr>
        <w:t xml:space="preserve">Критерии и методика оценивания олимпиадных заданий не могут быть предметом апелляции и пересмотру не подлежат. </w:t>
      </w:r>
    </w:p>
    <w:p w:rsidR="00077BEF" w:rsidRPr="00EA799E" w:rsidRDefault="00077BEF" w:rsidP="00A247C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A799E">
        <w:rPr>
          <w:rFonts w:ascii="Times New Roman" w:hAnsi="Times New Roman" w:cs="Times New Roman"/>
          <w:b/>
          <w:bCs/>
          <w:color w:val="auto"/>
        </w:rPr>
        <w:t xml:space="preserve">7.8. </w:t>
      </w:r>
      <w:r w:rsidRPr="00EA799E">
        <w:rPr>
          <w:rFonts w:ascii="Times New Roman" w:hAnsi="Times New Roman" w:cs="Times New Roman"/>
          <w:color w:val="auto"/>
        </w:rPr>
        <w:t xml:space="preserve">Решения по апелляции принимаются простым большинством голосов. В случае равенства голосов председатель Жюри имеет право решающего голоса. </w:t>
      </w:r>
    </w:p>
    <w:p w:rsidR="00077BEF" w:rsidRPr="00EA799E" w:rsidRDefault="00077BEF" w:rsidP="00A247C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A799E">
        <w:rPr>
          <w:rFonts w:ascii="Times New Roman" w:hAnsi="Times New Roman" w:cs="Times New Roman"/>
          <w:b/>
          <w:bCs/>
          <w:color w:val="auto"/>
        </w:rPr>
        <w:t xml:space="preserve">7.9. </w:t>
      </w:r>
      <w:r w:rsidRPr="00EA799E">
        <w:rPr>
          <w:rFonts w:ascii="Times New Roman" w:hAnsi="Times New Roman" w:cs="Times New Roman"/>
          <w:color w:val="auto"/>
        </w:rPr>
        <w:t xml:space="preserve">Решения по апелляции являются окончательными и пересмотру не подлежат. </w:t>
      </w:r>
    </w:p>
    <w:p w:rsidR="00077BEF" w:rsidRPr="00EA799E" w:rsidRDefault="00077BEF" w:rsidP="00A247C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A799E">
        <w:rPr>
          <w:rFonts w:ascii="Times New Roman" w:hAnsi="Times New Roman" w:cs="Times New Roman"/>
          <w:b/>
          <w:bCs/>
          <w:color w:val="auto"/>
        </w:rPr>
        <w:t xml:space="preserve">7.10. </w:t>
      </w:r>
      <w:r w:rsidRPr="00EA799E">
        <w:rPr>
          <w:rFonts w:ascii="Times New Roman" w:hAnsi="Times New Roman" w:cs="Times New Roman"/>
          <w:color w:val="auto"/>
        </w:rPr>
        <w:t>Проведение апелляции оформ</w:t>
      </w:r>
      <w:r>
        <w:rPr>
          <w:rFonts w:ascii="Times New Roman" w:hAnsi="Times New Roman" w:cs="Times New Roman"/>
          <w:color w:val="auto"/>
        </w:rPr>
        <w:t>ляется протоколом</w:t>
      </w:r>
      <w:r w:rsidRPr="00EA799E">
        <w:rPr>
          <w:rFonts w:ascii="Times New Roman" w:hAnsi="Times New Roman" w:cs="Times New Roman"/>
          <w:color w:val="auto"/>
        </w:rPr>
        <w:t xml:space="preserve">, который подписывается членами Жюри. </w:t>
      </w:r>
    </w:p>
    <w:p w:rsidR="00077BEF" w:rsidRPr="00EA799E" w:rsidRDefault="00077BEF" w:rsidP="00A247C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A799E">
        <w:rPr>
          <w:rFonts w:ascii="Times New Roman" w:hAnsi="Times New Roman" w:cs="Times New Roman"/>
          <w:b/>
          <w:bCs/>
          <w:color w:val="auto"/>
        </w:rPr>
        <w:t xml:space="preserve">7.11. </w:t>
      </w:r>
      <w:r w:rsidRPr="00EA799E">
        <w:rPr>
          <w:rFonts w:ascii="Times New Roman" w:hAnsi="Times New Roman" w:cs="Times New Roman"/>
          <w:color w:val="auto"/>
        </w:rPr>
        <w:t xml:space="preserve">Протоколы проведения апелляции передаются председателю Жюри для внесения соответствующих изменений в протокол и отчетную документацию. Официальным объявлением итогов Олимпиады считается итоговая таблица результатов выполнения олимпиадных заданий, заверенная подписями председателя и членов Жюри. </w:t>
      </w:r>
    </w:p>
    <w:p w:rsidR="00077BEF" w:rsidRPr="00EA799E" w:rsidRDefault="00077BEF" w:rsidP="00A247C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A799E">
        <w:rPr>
          <w:rFonts w:ascii="Times New Roman" w:hAnsi="Times New Roman" w:cs="Times New Roman"/>
          <w:b/>
          <w:bCs/>
          <w:color w:val="auto"/>
        </w:rPr>
        <w:t xml:space="preserve">7.13. </w:t>
      </w:r>
      <w:r w:rsidRPr="00EA799E">
        <w:rPr>
          <w:rFonts w:ascii="Times New Roman" w:hAnsi="Times New Roman" w:cs="Times New Roman"/>
          <w:color w:val="auto"/>
        </w:rPr>
        <w:t xml:space="preserve">Документами по проведению апелляции являются: </w:t>
      </w:r>
    </w:p>
    <w:p w:rsidR="00077BEF" w:rsidRPr="00EA799E" w:rsidRDefault="00077BEF" w:rsidP="00A247C8">
      <w:pPr>
        <w:pStyle w:val="Default"/>
        <w:spacing w:after="366"/>
        <w:jc w:val="both"/>
        <w:rPr>
          <w:rFonts w:ascii="Times New Roman" w:hAnsi="Times New Roman" w:cs="Times New Roman"/>
          <w:color w:val="auto"/>
        </w:rPr>
      </w:pPr>
      <w:r w:rsidRPr="00EA799E">
        <w:rPr>
          <w:rFonts w:ascii="Times New Roman" w:hAnsi="Times New Roman" w:cs="Times New Roman"/>
          <w:color w:val="auto"/>
        </w:rPr>
        <w:t xml:space="preserve">- письменные заявления об апелляциях участников Олимпиады; </w:t>
      </w:r>
    </w:p>
    <w:p w:rsidR="00077BEF" w:rsidRPr="00EA799E" w:rsidRDefault="00077BEF" w:rsidP="00A247C8">
      <w:pPr>
        <w:pStyle w:val="Default"/>
        <w:spacing w:after="366"/>
        <w:jc w:val="both"/>
        <w:rPr>
          <w:rFonts w:ascii="Times New Roman" w:hAnsi="Times New Roman" w:cs="Times New Roman"/>
          <w:color w:val="auto"/>
        </w:rPr>
      </w:pPr>
      <w:r w:rsidRPr="00EA799E">
        <w:rPr>
          <w:rFonts w:ascii="Times New Roman" w:hAnsi="Times New Roman" w:cs="Times New Roman"/>
          <w:color w:val="auto"/>
        </w:rPr>
        <w:t xml:space="preserve">- журнал (листы) регистрации апелляций; </w:t>
      </w:r>
    </w:p>
    <w:p w:rsidR="00077BEF" w:rsidRPr="00EA799E" w:rsidRDefault="00077BEF" w:rsidP="00A247C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A799E">
        <w:rPr>
          <w:rFonts w:ascii="Times New Roman" w:hAnsi="Times New Roman" w:cs="Times New Roman"/>
          <w:color w:val="auto"/>
        </w:rPr>
        <w:t xml:space="preserve">протоколы проведения апелляции, которые хранятся в оргкомитете в течение 3 лет. </w:t>
      </w:r>
    </w:p>
    <w:p w:rsidR="00077BEF" w:rsidRPr="00EA799E" w:rsidRDefault="00077BEF" w:rsidP="00A247C8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077BEF" w:rsidRDefault="00077BEF" w:rsidP="00A247C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A799E">
        <w:rPr>
          <w:rFonts w:ascii="Times New Roman" w:hAnsi="Times New Roman" w:cs="Times New Roman"/>
          <w:b/>
          <w:bCs/>
          <w:color w:val="auto"/>
        </w:rPr>
        <w:t xml:space="preserve">7.14. </w:t>
      </w:r>
      <w:r w:rsidRPr="00EA799E">
        <w:rPr>
          <w:rFonts w:ascii="Times New Roman" w:hAnsi="Times New Roman" w:cs="Times New Roman"/>
          <w:color w:val="auto"/>
        </w:rPr>
        <w:t>Окончательные итоги Олимпиады утверждаются Жюри с учетом проведения апелляции.</w:t>
      </w:r>
    </w:p>
    <w:p w:rsidR="00077BEF" w:rsidRDefault="00077BEF" w:rsidP="00A247C8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077BEF" w:rsidRPr="00EA799E" w:rsidRDefault="00077BEF" w:rsidP="00A247C8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077BEF" w:rsidRPr="00EA799E" w:rsidRDefault="00077BEF" w:rsidP="008D4556">
      <w:pPr>
        <w:pStyle w:val="Default"/>
        <w:pageBreakBefore/>
        <w:rPr>
          <w:rFonts w:ascii="Times New Roman" w:hAnsi="Times New Roman" w:cs="Times New Roman"/>
          <w:color w:val="auto"/>
        </w:rPr>
      </w:pPr>
      <w:r w:rsidRPr="00EA799E">
        <w:rPr>
          <w:rFonts w:ascii="Times New Roman" w:hAnsi="Times New Roman" w:cs="Times New Roman"/>
          <w:b/>
          <w:bCs/>
          <w:color w:val="auto"/>
        </w:rPr>
        <w:t xml:space="preserve">8. Порядок подведения итогов Олимпиады </w:t>
      </w:r>
    </w:p>
    <w:p w:rsidR="00077BEF" w:rsidRPr="00EA799E" w:rsidRDefault="00077BEF" w:rsidP="008D4556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A799E">
        <w:rPr>
          <w:rFonts w:ascii="Times New Roman" w:hAnsi="Times New Roman" w:cs="Times New Roman"/>
          <w:color w:val="auto"/>
        </w:rPr>
        <w:t xml:space="preserve">       Окончательные итоги </w:t>
      </w:r>
      <w:r>
        <w:rPr>
          <w:rFonts w:ascii="Times New Roman" w:hAnsi="Times New Roman" w:cs="Times New Roman"/>
          <w:color w:val="auto"/>
        </w:rPr>
        <w:t>школьного</w:t>
      </w:r>
      <w:r w:rsidRPr="00EA799E">
        <w:rPr>
          <w:rFonts w:ascii="Times New Roman" w:hAnsi="Times New Roman" w:cs="Times New Roman"/>
          <w:color w:val="auto"/>
        </w:rPr>
        <w:t xml:space="preserve"> этапа олимпиады по английскому языку подводятся на последнем заседании жюри после завершения процесса рассмотрения всех поданных участниками апелляций. </w:t>
      </w:r>
    </w:p>
    <w:p w:rsidR="00077BEF" w:rsidRPr="00EA799E" w:rsidRDefault="00077BEF" w:rsidP="008D4556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Победители и призеры школьного</w:t>
      </w:r>
      <w:r w:rsidRPr="00EA799E">
        <w:rPr>
          <w:rFonts w:ascii="Times New Roman" w:hAnsi="Times New Roman" w:cs="Times New Roman"/>
          <w:color w:val="auto"/>
        </w:rPr>
        <w:t xml:space="preserve"> этапа олимпиады определяются на основании рейтинга и в соответствии с квотой, установленной организатором </w:t>
      </w:r>
      <w:r>
        <w:rPr>
          <w:rFonts w:ascii="Times New Roman" w:hAnsi="Times New Roman" w:cs="Times New Roman"/>
          <w:color w:val="auto"/>
        </w:rPr>
        <w:t>школьного</w:t>
      </w:r>
      <w:r w:rsidRPr="00EA799E">
        <w:rPr>
          <w:rFonts w:ascii="Times New Roman" w:hAnsi="Times New Roman" w:cs="Times New Roman"/>
          <w:color w:val="auto"/>
        </w:rPr>
        <w:t xml:space="preserve"> этапа. </w:t>
      </w:r>
    </w:p>
    <w:p w:rsidR="00077BEF" w:rsidRPr="00EA799E" w:rsidRDefault="00077BEF" w:rsidP="008D4556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A799E">
        <w:rPr>
          <w:rFonts w:ascii="Times New Roman" w:hAnsi="Times New Roman" w:cs="Times New Roman"/>
          <w:color w:val="auto"/>
        </w:rPr>
        <w:t xml:space="preserve">       Документом, фиксирующим итоговые результаты </w:t>
      </w:r>
      <w:r>
        <w:rPr>
          <w:rFonts w:ascii="Times New Roman" w:hAnsi="Times New Roman" w:cs="Times New Roman"/>
          <w:color w:val="auto"/>
        </w:rPr>
        <w:t xml:space="preserve">школьного </w:t>
      </w:r>
      <w:r w:rsidRPr="00EA799E">
        <w:rPr>
          <w:rFonts w:ascii="Times New Roman" w:hAnsi="Times New Roman" w:cs="Times New Roman"/>
          <w:color w:val="auto"/>
        </w:rPr>
        <w:t xml:space="preserve">этапа олимпиады, является протокол жюри </w:t>
      </w:r>
      <w:r>
        <w:rPr>
          <w:rFonts w:ascii="Times New Roman" w:hAnsi="Times New Roman" w:cs="Times New Roman"/>
          <w:color w:val="auto"/>
        </w:rPr>
        <w:t xml:space="preserve">школьного </w:t>
      </w:r>
      <w:r w:rsidRPr="00EA799E">
        <w:rPr>
          <w:rFonts w:ascii="Times New Roman" w:hAnsi="Times New Roman" w:cs="Times New Roman"/>
          <w:color w:val="auto"/>
        </w:rPr>
        <w:t xml:space="preserve">этапа, подписанный его председателем, а также всеми членами жюри. </w:t>
      </w:r>
    </w:p>
    <w:p w:rsidR="00077BEF" w:rsidRPr="00EA799E" w:rsidRDefault="00077BEF" w:rsidP="008D4556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A799E">
        <w:rPr>
          <w:rFonts w:ascii="Times New Roman" w:hAnsi="Times New Roman" w:cs="Times New Roman"/>
          <w:color w:val="auto"/>
        </w:rPr>
        <w:t xml:space="preserve">       Окончательные результаты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</w:t>
      </w:r>
    </w:p>
    <w:p w:rsidR="00077BEF" w:rsidRPr="00EA799E" w:rsidRDefault="00077BEF" w:rsidP="008D4556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A799E">
        <w:rPr>
          <w:rFonts w:ascii="Times New Roman" w:hAnsi="Times New Roman" w:cs="Times New Roman"/>
          <w:color w:val="auto"/>
        </w:rPr>
        <w:t xml:space="preserve">       </w:t>
      </w:r>
    </w:p>
    <w:p w:rsidR="00077BEF" w:rsidRPr="00EA799E" w:rsidRDefault="00077BEF" w:rsidP="008D4556">
      <w:pPr>
        <w:pStyle w:val="Default"/>
        <w:pageBreakBefore/>
        <w:jc w:val="center"/>
        <w:rPr>
          <w:rFonts w:ascii="Times New Roman" w:hAnsi="Times New Roman" w:cs="Times New Roman"/>
          <w:color w:val="auto"/>
          <w:sz w:val="23"/>
          <w:szCs w:val="23"/>
        </w:rPr>
      </w:pPr>
      <w:r w:rsidRPr="00EA799E">
        <w:rPr>
          <w:rFonts w:ascii="Times New Roman" w:hAnsi="Times New Roman" w:cs="Times New Roman"/>
          <w:b/>
          <w:bCs/>
          <w:color w:val="auto"/>
          <w:sz w:val="23"/>
          <w:szCs w:val="23"/>
        </w:rPr>
        <w:t>Приложение 1</w:t>
      </w:r>
    </w:p>
    <w:p w:rsidR="00077BEF" w:rsidRPr="00EA799E" w:rsidRDefault="00077BEF" w:rsidP="008D4556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EA799E">
        <w:rPr>
          <w:rFonts w:ascii="Times New Roman" w:hAnsi="Times New Roman" w:cs="Times New Roman"/>
          <w:b/>
          <w:bCs/>
          <w:color w:val="auto"/>
          <w:sz w:val="22"/>
          <w:szCs w:val="22"/>
        </w:rPr>
        <w:t>Заявление участника олимпиады по английскому языку на апелляцию</w:t>
      </w:r>
    </w:p>
    <w:p w:rsidR="00077BEF" w:rsidRPr="00EA799E" w:rsidRDefault="00077BEF" w:rsidP="008D4556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</w:p>
    <w:p w:rsidR="00077BEF" w:rsidRPr="00EA799E" w:rsidRDefault="00077BEF" w:rsidP="008D4556">
      <w:pPr>
        <w:pStyle w:val="Default"/>
        <w:jc w:val="right"/>
        <w:rPr>
          <w:rFonts w:ascii="Times New Roman" w:hAnsi="Times New Roman" w:cs="Times New Roman"/>
          <w:color w:val="auto"/>
          <w:sz w:val="23"/>
          <w:szCs w:val="23"/>
        </w:rPr>
      </w:pPr>
      <w:r w:rsidRPr="00EA799E">
        <w:rPr>
          <w:rFonts w:ascii="Times New Roman" w:hAnsi="Times New Roman" w:cs="Times New Roman"/>
          <w:color w:val="auto"/>
          <w:sz w:val="23"/>
          <w:szCs w:val="23"/>
        </w:rPr>
        <w:t xml:space="preserve">   Председателю Жюри </w:t>
      </w:r>
      <w:r>
        <w:rPr>
          <w:rFonts w:ascii="Times New Roman" w:hAnsi="Times New Roman" w:cs="Times New Roman"/>
          <w:color w:val="auto"/>
          <w:sz w:val="23"/>
          <w:szCs w:val="23"/>
        </w:rPr>
        <w:t>школьного</w:t>
      </w:r>
      <w:r w:rsidRPr="00EA799E">
        <w:rPr>
          <w:rFonts w:ascii="Times New Roman" w:hAnsi="Times New Roman" w:cs="Times New Roman"/>
          <w:color w:val="auto"/>
          <w:sz w:val="23"/>
          <w:szCs w:val="23"/>
        </w:rPr>
        <w:t xml:space="preserve"> этапа Всероссийской олимпиады школьников </w:t>
      </w:r>
    </w:p>
    <w:p w:rsidR="00077BEF" w:rsidRPr="00EA799E" w:rsidRDefault="00077BEF" w:rsidP="008D4556">
      <w:pPr>
        <w:pStyle w:val="Default"/>
        <w:jc w:val="right"/>
        <w:rPr>
          <w:rFonts w:ascii="Times New Roman" w:hAnsi="Times New Roman" w:cs="Times New Roman"/>
          <w:color w:val="auto"/>
          <w:sz w:val="23"/>
          <w:szCs w:val="23"/>
        </w:rPr>
      </w:pPr>
      <w:r w:rsidRPr="00EA799E">
        <w:rPr>
          <w:rFonts w:ascii="Times New Roman" w:hAnsi="Times New Roman" w:cs="Times New Roman"/>
          <w:color w:val="auto"/>
          <w:sz w:val="23"/>
          <w:szCs w:val="23"/>
        </w:rPr>
        <w:t xml:space="preserve">по английскому языку ученика ____класса _____________________ (полное название образовательного учреждения) </w:t>
      </w:r>
    </w:p>
    <w:p w:rsidR="00077BEF" w:rsidRPr="00EA799E" w:rsidRDefault="00077BEF" w:rsidP="008D4556">
      <w:pPr>
        <w:pStyle w:val="Default"/>
        <w:jc w:val="right"/>
        <w:rPr>
          <w:rFonts w:ascii="Times New Roman" w:hAnsi="Times New Roman" w:cs="Times New Roman"/>
          <w:color w:val="auto"/>
          <w:sz w:val="23"/>
          <w:szCs w:val="23"/>
        </w:rPr>
      </w:pPr>
      <w:r w:rsidRPr="00EA799E">
        <w:rPr>
          <w:rFonts w:ascii="Times New Roman" w:hAnsi="Times New Roman" w:cs="Times New Roman"/>
          <w:color w:val="auto"/>
          <w:sz w:val="23"/>
          <w:szCs w:val="23"/>
        </w:rPr>
        <w:t xml:space="preserve">_________________ (фамилия, имя, отчество) </w:t>
      </w:r>
    </w:p>
    <w:p w:rsidR="00077BEF" w:rsidRPr="00EA799E" w:rsidRDefault="00077BEF" w:rsidP="008D4556">
      <w:pPr>
        <w:pStyle w:val="Default"/>
        <w:rPr>
          <w:rFonts w:ascii="Times New Roman" w:hAnsi="Times New Roman" w:cs="Times New Roman"/>
          <w:b/>
          <w:bCs/>
          <w:color w:val="auto"/>
          <w:sz w:val="23"/>
          <w:szCs w:val="23"/>
        </w:rPr>
      </w:pPr>
    </w:p>
    <w:p w:rsidR="00077BEF" w:rsidRPr="00EA799E" w:rsidRDefault="00077BEF" w:rsidP="008D4556">
      <w:pPr>
        <w:pStyle w:val="Default"/>
        <w:rPr>
          <w:rFonts w:ascii="Times New Roman" w:hAnsi="Times New Roman" w:cs="Times New Roman"/>
          <w:b/>
          <w:bCs/>
          <w:color w:val="auto"/>
          <w:sz w:val="23"/>
          <w:szCs w:val="23"/>
        </w:rPr>
      </w:pPr>
    </w:p>
    <w:p w:rsidR="00077BEF" w:rsidRPr="00EA799E" w:rsidRDefault="00077BEF" w:rsidP="008D4556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3"/>
          <w:szCs w:val="23"/>
        </w:rPr>
      </w:pPr>
      <w:r w:rsidRPr="00EA799E">
        <w:rPr>
          <w:rFonts w:ascii="Times New Roman" w:hAnsi="Times New Roman" w:cs="Times New Roman"/>
          <w:b/>
          <w:bCs/>
          <w:color w:val="auto"/>
          <w:sz w:val="23"/>
          <w:szCs w:val="23"/>
        </w:rPr>
        <w:t>Заявление</w:t>
      </w:r>
    </w:p>
    <w:p w:rsidR="00077BEF" w:rsidRPr="00EA799E" w:rsidRDefault="00077BEF" w:rsidP="008D4556">
      <w:pPr>
        <w:pStyle w:val="Default"/>
        <w:jc w:val="center"/>
        <w:rPr>
          <w:rFonts w:ascii="Times New Roman" w:hAnsi="Times New Roman" w:cs="Times New Roman"/>
          <w:color w:val="auto"/>
          <w:sz w:val="23"/>
          <w:szCs w:val="23"/>
        </w:rPr>
      </w:pPr>
    </w:p>
    <w:p w:rsidR="00077BEF" w:rsidRPr="00EA799E" w:rsidRDefault="00077BEF" w:rsidP="008D455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 w:rsidRPr="00EA799E">
        <w:rPr>
          <w:rFonts w:ascii="Times New Roman" w:hAnsi="Times New Roman" w:cs="Times New Roman"/>
          <w:color w:val="auto"/>
          <w:sz w:val="23"/>
          <w:szCs w:val="23"/>
        </w:rPr>
        <w:t>Прошу Вас пересмотреть мою работу, выполненную в конкурсе (</w:t>
      </w:r>
      <w:r w:rsidRPr="00EA799E">
        <w:rPr>
          <w:rFonts w:ascii="Times New Roman" w:hAnsi="Times New Roman" w:cs="Times New Roman"/>
          <w:i/>
          <w:iCs/>
          <w:color w:val="auto"/>
          <w:sz w:val="23"/>
          <w:szCs w:val="23"/>
        </w:rPr>
        <w:t>указывается олимпиадное задание</w:t>
      </w:r>
      <w:r w:rsidRPr="00EA799E">
        <w:rPr>
          <w:rFonts w:ascii="Times New Roman" w:hAnsi="Times New Roman" w:cs="Times New Roman"/>
          <w:color w:val="auto"/>
          <w:sz w:val="23"/>
          <w:szCs w:val="23"/>
        </w:rPr>
        <w:t>), так как я не согласен с выставленными мне баллами. (</w:t>
      </w:r>
      <w:r w:rsidRPr="00EA799E">
        <w:rPr>
          <w:rFonts w:ascii="Times New Roman" w:hAnsi="Times New Roman" w:cs="Times New Roman"/>
          <w:i/>
          <w:iCs/>
          <w:color w:val="auto"/>
          <w:sz w:val="23"/>
          <w:szCs w:val="23"/>
        </w:rPr>
        <w:t xml:space="preserve">Участник Олимпиады далее обосновывает свое заявление.) </w:t>
      </w:r>
    </w:p>
    <w:p w:rsidR="00077BEF" w:rsidRPr="00EA799E" w:rsidRDefault="00077BEF" w:rsidP="008D455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 w:rsidRPr="00EA799E">
        <w:rPr>
          <w:rFonts w:ascii="Times New Roman" w:hAnsi="Times New Roman" w:cs="Times New Roman"/>
          <w:color w:val="auto"/>
          <w:sz w:val="23"/>
          <w:szCs w:val="23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077BEF" w:rsidRPr="00EA799E" w:rsidRDefault="00077BEF" w:rsidP="008D455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077BEF" w:rsidRPr="00EA799E" w:rsidRDefault="00077BEF" w:rsidP="008D455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077BEF" w:rsidRPr="00EA799E" w:rsidRDefault="00077BEF" w:rsidP="008D455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 w:rsidRPr="00EA799E">
        <w:rPr>
          <w:rFonts w:ascii="Times New Roman" w:hAnsi="Times New Roman" w:cs="Times New Roman"/>
          <w:color w:val="auto"/>
          <w:sz w:val="23"/>
          <w:szCs w:val="23"/>
        </w:rPr>
        <w:t xml:space="preserve">_________________ </w:t>
      </w:r>
    </w:p>
    <w:p w:rsidR="00077BEF" w:rsidRPr="00EA799E" w:rsidRDefault="00077BEF" w:rsidP="008D455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 w:rsidRPr="00EA799E">
        <w:rPr>
          <w:rFonts w:ascii="Times New Roman" w:hAnsi="Times New Roman" w:cs="Times New Roman"/>
          <w:color w:val="auto"/>
          <w:sz w:val="23"/>
          <w:szCs w:val="23"/>
        </w:rPr>
        <w:t xml:space="preserve">Дата </w:t>
      </w:r>
    </w:p>
    <w:p w:rsidR="00077BEF" w:rsidRPr="00EA799E" w:rsidRDefault="00077BEF" w:rsidP="008D455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077BEF" w:rsidRPr="00EA799E" w:rsidRDefault="00077BEF" w:rsidP="008D455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077BEF" w:rsidRPr="00EA799E" w:rsidRDefault="00077BEF" w:rsidP="008D455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 w:rsidRPr="00EA799E">
        <w:rPr>
          <w:rFonts w:ascii="Times New Roman" w:hAnsi="Times New Roman" w:cs="Times New Roman"/>
          <w:color w:val="auto"/>
          <w:sz w:val="23"/>
          <w:szCs w:val="23"/>
        </w:rPr>
        <w:t xml:space="preserve">________________ </w:t>
      </w:r>
    </w:p>
    <w:p w:rsidR="00077BEF" w:rsidRPr="00EA799E" w:rsidRDefault="00077BEF" w:rsidP="008D455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 w:rsidRPr="00EA799E">
        <w:rPr>
          <w:rFonts w:ascii="Times New Roman" w:hAnsi="Times New Roman" w:cs="Times New Roman"/>
          <w:color w:val="auto"/>
          <w:sz w:val="23"/>
          <w:szCs w:val="23"/>
        </w:rPr>
        <w:t xml:space="preserve">Подпись </w:t>
      </w:r>
    </w:p>
    <w:p w:rsidR="00077BEF" w:rsidRPr="00EA799E" w:rsidRDefault="00077BEF" w:rsidP="008D4556">
      <w:pPr>
        <w:pStyle w:val="Default"/>
        <w:rPr>
          <w:rFonts w:ascii="Times New Roman" w:hAnsi="Times New Roman" w:cs="Times New Roman"/>
          <w:color w:val="auto"/>
        </w:rPr>
      </w:pPr>
    </w:p>
    <w:p w:rsidR="00077BEF" w:rsidRPr="00EA799E" w:rsidRDefault="00077BEF" w:rsidP="008D4556">
      <w:pPr>
        <w:pStyle w:val="Default"/>
        <w:pageBreakBefore/>
        <w:jc w:val="center"/>
        <w:rPr>
          <w:rFonts w:ascii="Times New Roman" w:hAnsi="Times New Roman" w:cs="Times New Roman"/>
          <w:color w:val="auto"/>
          <w:sz w:val="23"/>
          <w:szCs w:val="23"/>
        </w:rPr>
      </w:pPr>
      <w:r w:rsidRPr="00EA799E">
        <w:rPr>
          <w:rFonts w:ascii="Times New Roman" w:hAnsi="Times New Roman" w:cs="Times New Roman"/>
          <w:b/>
          <w:bCs/>
          <w:color w:val="auto"/>
          <w:sz w:val="23"/>
          <w:szCs w:val="23"/>
        </w:rPr>
        <w:t>Приложение 2</w:t>
      </w:r>
    </w:p>
    <w:p w:rsidR="00077BEF" w:rsidRPr="00EA799E" w:rsidRDefault="00077BEF" w:rsidP="008D4556">
      <w:pPr>
        <w:pStyle w:val="Default"/>
        <w:jc w:val="center"/>
        <w:rPr>
          <w:rFonts w:ascii="Times New Roman" w:hAnsi="Times New Roman" w:cs="Times New Roman"/>
          <w:color w:val="auto"/>
          <w:sz w:val="23"/>
          <w:szCs w:val="23"/>
        </w:rPr>
      </w:pPr>
      <w:r w:rsidRPr="00EA799E"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          ПРОТОКОЛ № ____</w:t>
      </w:r>
    </w:p>
    <w:p w:rsidR="00077BEF" w:rsidRPr="00EA799E" w:rsidRDefault="00077BEF" w:rsidP="008D4556">
      <w:pPr>
        <w:pStyle w:val="Default"/>
        <w:jc w:val="center"/>
        <w:rPr>
          <w:rFonts w:ascii="Times New Roman" w:hAnsi="Times New Roman" w:cs="Times New Roman"/>
          <w:color w:val="auto"/>
          <w:sz w:val="23"/>
          <w:szCs w:val="23"/>
        </w:rPr>
      </w:pPr>
      <w:r w:rsidRPr="00EA799E">
        <w:rPr>
          <w:rFonts w:ascii="Times New Roman" w:hAnsi="Times New Roman" w:cs="Times New Roman"/>
          <w:b/>
          <w:bCs/>
          <w:color w:val="auto"/>
          <w:sz w:val="23"/>
          <w:szCs w:val="23"/>
        </w:rPr>
        <w:t>рассмотрения апелляции участника олимпиады по английскому языку</w:t>
      </w:r>
    </w:p>
    <w:p w:rsidR="00077BEF" w:rsidRPr="00EA799E" w:rsidRDefault="00077BEF" w:rsidP="008D455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077BEF" w:rsidRPr="00EA799E" w:rsidRDefault="00077BEF" w:rsidP="008D455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 w:rsidRPr="00EA799E">
        <w:rPr>
          <w:rFonts w:ascii="Times New Roman" w:hAnsi="Times New Roman" w:cs="Times New Roman"/>
          <w:color w:val="auto"/>
          <w:sz w:val="23"/>
          <w:szCs w:val="23"/>
        </w:rPr>
        <w:t xml:space="preserve">(Ф.И.О. полностью) </w:t>
      </w:r>
    </w:p>
    <w:p w:rsidR="00077BEF" w:rsidRPr="00EA799E" w:rsidRDefault="00077BEF" w:rsidP="008D455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 w:rsidRPr="00EA799E">
        <w:rPr>
          <w:rFonts w:ascii="Times New Roman" w:hAnsi="Times New Roman" w:cs="Times New Roman"/>
          <w:color w:val="auto"/>
          <w:sz w:val="23"/>
          <w:szCs w:val="23"/>
        </w:rPr>
        <w:t xml:space="preserve">ученика _______ класса________________________________________________________ </w:t>
      </w:r>
    </w:p>
    <w:p w:rsidR="00077BEF" w:rsidRPr="00EA799E" w:rsidRDefault="00077BEF" w:rsidP="008D455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 w:rsidRPr="00EA799E">
        <w:rPr>
          <w:rFonts w:ascii="Times New Roman" w:hAnsi="Times New Roman" w:cs="Times New Roman"/>
          <w:color w:val="auto"/>
          <w:sz w:val="23"/>
          <w:szCs w:val="23"/>
        </w:rPr>
        <w:t xml:space="preserve">(полное название образовательного учреждения) </w:t>
      </w:r>
    </w:p>
    <w:p w:rsidR="00077BEF" w:rsidRPr="00EA799E" w:rsidRDefault="00077BEF" w:rsidP="008D455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 w:rsidRPr="00EA799E">
        <w:rPr>
          <w:rFonts w:ascii="Times New Roman" w:hAnsi="Times New Roman" w:cs="Times New Roman"/>
          <w:color w:val="auto"/>
          <w:sz w:val="23"/>
          <w:szCs w:val="23"/>
        </w:rPr>
        <w:t xml:space="preserve">Место проведения _________________________________________________ </w:t>
      </w:r>
    </w:p>
    <w:p w:rsidR="00077BEF" w:rsidRPr="00EA799E" w:rsidRDefault="00077BEF" w:rsidP="008D455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 w:rsidRPr="00EA799E">
        <w:rPr>
          <w:rFonts w:ascii="Times New Roman" w:hAnsi="Times New Roman" w:cs="Times New Roman"/>
          <w:color w:val="auto"/>
          <w:sz w:val="23"/>
          <w:szCs w:val="23"/>
        </w:rPr>
        <w:t xml:space="preserve">(субъект Федерации, муниципальное образование) </w:t>
      </w:r>
    </w:p>
    <w:p w:rsidR="00077BEF" w:rsidRPr="00EA799E" w:rsidRDefault="00077BEF" w:rsidP="008D455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 w:rsidRPr="00EA799E">
        <w:rPr>
          <w:rFonts w:ascii="Times New Roman" w:hAnsi="Times New Roman" w:cs="Times New Roman"/>
          <w:color w:val="auto"/>
          <w:sz w:val="23"/>
          <w:szCs w:val="23"/>
        </w:rPr>
        <w:t xml:space="preserve">Дата и время ________________________________________________ </w:t>
      </w:r>
    </w:p>
    <w:p w:rsidR="00077BEF" w:rsidRPr="00EA799E" w:rsidRDefault="00077BEF" w:rsidP="008D455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077BEF" w:rsidRPr="00EA799E" w:rsidRDefault="00077BEF" w:rsidP="008D4556">
      <w:pPr>
        <w:pStyle w:val="Default"/>
        <w:rPr>
          <w:rFonts w:ascii="Times New Roman" w:hAnsi="Times New Roman" w:cs="Times New Roman"/>
          <w:b/>
          <w:bCs/>
          <w:color w:val="auto"/>
          <w:sz w:val="23"/>
          <w:szCs w:val="23"/>
        </w:rPr>
      </w:pPr>
      <w:r w:rsidRPr="00EA799E"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Присутствуют: </w:t>
      </w:r>
    </w:p>
    <w:p w:rsidR="00077BEF" w:rsidRPr="00EA799E" w:rsidRDefault="00077BEF" w:rsidP="008D455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 w:rsidRPr="00EA799E">
        <w:rPr>
          <w:rFonts w:ascii="Times New Roman" w:hAnsi="Times New Roman" w:cs="Times New Roman"/>
          <w:color w:val="auto"/>
          <w:sz w:val="23"/>
          <w:szCs w:val="23"/>
        </w:rPr>
        <w:t xml:space="preserve">Члены Жюри: (указываются Ф.И.О. полностью). </w:t>
      </w:r>
    </w:p>
    <w:p w:rsidR="00077BEF" w:rsidRPr="00EA799E" w:rsidRDefault="00077BEF" w:rsidP="008D455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 w:rsidRPr="00EA799E">
        <w:rPr>
          <w:rFonts w:ascii="Times New Roman" w:hAnsi="Times New Roman" w:cs="Times New Roman"/>
          <w:color w:val="auto"/>
          <w:sz w:val="23"/>
          <w:szCs w:val="23"/>
        </w:rPr>
        <w:t xml:space="preserve">Краткая запись разъяснений членов Жюри (по сути апелляции) _______________________ </w:t>
      </w:r>
    </w:p>
    <w:p w:rsidR="00077BEF" w:rsidRPr="00EA799E" w:rsidRDefault="00077BEF" w:rsidP="008D455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 w:rsidRPr="00EA799E">
        <w:rPr>
          <w:rFonts w:ascii="Times New Roman" w:hAnsi="Times New Roman" w:cs="Times New Roman"/>
          <w:color w:val="auto"/>
          <w:sz w:val="23"/>
          <w:szCs w:val="23"/>
        </w:rPr>
        <w:t xml:space="preserve">____________________________________________________________________________________________________________________________________ </w:t>
      </w:r>
    </w:p>
    <w:p w:rsidR="00077BEF" w:rsidRPr="00EA799E" w:rsidRDefault="00077BEF" w:rsidP="008D455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077BEF" w:rsidRPr="00EA799E" w:rsidRDefault="00077BEF" w:rsidP="008D4556">
      <w:pPr>
        <w:pStyle w:val="Default"/>
        <w:rPr>
          <w:rFonts w:ascii="Times New Roman" w:hAnsi="Times New Roman" w:cs="Times New Roman"/>
          <w:b/>
          <w:bCs/>
          <w:color w:val="auto"/>
          <w:sz w:val="23"/>
          <w:szCs w:val="23"/>
        </w:rPr>
      </w:pPr>
      <w:r w:rsidRPr="00EA799E"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Результат апелляции: </w:t>
      </w:r>
    </w:p>
    <w:p w:rsidR="00077BEF" w:rsidRPr="00EA799E" w:rsidRDefault="00077BEF" w:rsidP="008D455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077BEF" w:rsidRPr="00EA799E" w:rsidRDefault="00077BEF" w:rsidP="008D4556">
      <w:pPr>
        <w:pStyle w:val="Default"/>
        <w:spacing w:after="366"/>
        <w:rPr>
          <w:rFonts w:ascii="Times New Roman" w:hAnsi="Times New Roman" w:cs="Times New Roman"/>
          <w:color w:val="auto"/>
          <w:sz w:val="23"/>
          <w:szCs w:val="23"/>
        </w:rPr>
      </w:pPr>
      <w:r w:rsidRPr="00EA799E">
        <w:rPr>
          <w:rFonts w:ascii="Times New Roman" w:hAnsi="Times New Roman" w:cs="Times New Roman"/>
          <w:color w:val="auto"/>
          <w:sz w:val="23"/>
          <w:szCs w:val="23"/>
        </w:rPr>
        <w:t xml:space="preserve">1) оценка, выставленная участнику Олимпиады, оставлена без изменения; </w:t>
      </w:r>
    </w:p>
    <w:p w:rsidR="00077BEF" w:rsidRPr="00EA799E" w:rsidRDefault="00077BEF" w:rsidP="008D455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 w:rsidRPr="00EA799E">
        <w:rPr>
          <w:rFonts w:ascii="Times New Roman" w:hAnsi="Times New Roman" w:cs="Times New Roman"/>
          <w:color w:val="auto"/>
          <w:sz w:val="23"/>
          <w:szCs w:val="23"/>
        </w:rPr>
        <w:t xml:space="preserve">2) оценка, выставленная участнику Олимпиады, изменена на _____________. </w:t>
      </w:r>
    </w:p>
    <w:p w:rsidR="00077BEF" w:rsidRPr="00EA799E" w:rsidRDefault="00077BEF" w:rsidP="008D455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077BEF" w:rsidRPr="00EA799E" w:rsidRDefault="00077BEF" w:rsidP="008D455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077BEF" w:rsidRPr="00EA799E" w:rsidRDefault="00077BEF" w:rsidP="008D455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 w:rsidRPr="00EA799E">
        <w:rPr>
          <w:rFonts w:ascii="Times New Roman" w:hAnsi="Times New Roman" w:cs="Times New Roman"/>
          <w:color w:val="auto"/>
          <w:sz w:val="23"/>
          <w:szCs w:val="23"/>
        </w:rPr>
        <w:t xml:space="preserve">С результатом апелляции согласен (не согласен) ________ (подпись заявителя). </w:t>
      </w:r>
    </w:p>
    <w:tbl>
      <w:tblPr>
        <w:tblW w:w="0" w:type="auto"/>
        <w:tblInd w:w="2" w:type="dxa"/>
        <w:tblLayout w:type="fixed"/>
        <w:tblLook w:val="0000"/>
      </w:tblPr>
      <w:tblGrid>
        <w:gridCol w:w="3007"/>
        <w:gridCol w:w="3007"/>
      </w:tblGrid>
      <w:tr w:rsidR="00077BEF" w:rsidRPr="00EA799E">
        <w:trPr>
          <w:trHeight w:val="109"/>
        </w:trPr>
        <w:tc>
          <w:tcPr>
            <w:tcW w:w="3007" w:type="dxa"/>
          </w:tcPr>
          <w:p w:rsidR="00077BEF" w:rsidRPr="00EA799E" w:rsidRDefault="00077BEF" w:rsidP="006C06C7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23"/>
                <w:szCs w:val="23"/>
              </w:rPr>
            </w:pPr>
          </w:p>
          <w:p w:rsidR="00077BEF" w:rsidRPr="00EA799E" w:rsidRDefault="00077BEF" w:rsidP="006C06C7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23"/>
                <w:szCs w:val="23"/>
              </w:rPr>
            </w:pPr>
            <w:r w:rsidRPr="00EA799E">
              <w:rPr>
                <w:rFonts w:ascii="Times New Roman" w:hAnsi="Times New Roman" w:cs="Times New Roman"/>
                <w:b/>
                <w:bCs/>
                <w:color w:val="auto"/>
                <w:sz w:val="23"/>
                <w:szCs w:val="23"/>
              </w:rPr>
              <w:t xml:space="preserve">Члены Жюри </w:t>
            </w:r>
          </w:p>
          <w:p w:rsidR="00077BEF" w:rsidRPr="00EA799E" w:rsidRDefault="00077BEF" w:rsidP="006C06C7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77BEF" w:rsidRPr="00EA799E" w:rsidRDefault="00077BEF" w:rsidP="006C06C7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EA799E">
              <w:rPr>
                <w:rFonts w:ascii="Times New Roman" w:hAnsi="Times New Roman" w:cs="Times New Roman"/>
                <w:sz w:val="23"/>
                <w:szCs w:val="23"/>
              </w:rPr>
              <w:t xml:space="preserve">Ф.И.О. </w:t>
            </w:r>
          </w:p>
        </w:tc>
        <w:tc>
          <w:tcPr>
            <w:tcW w:w="3007" w:type="dxa"/>
          </w:tcPr>
          <w:p w:rsidR="00077BEF" w:rsidRPr="00EA799E" w:rsidRDefault="00077BEF" w:rsidP="006C06C7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77BEF" w:rsidRPr="00EA799E" w:rsidRDefault="00077BEF" w:rsidP="006C06C7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77BEF" w:rsidRPr="00EA799E" w:rsidRDefault="00077BEF" w:rsidP="006C06C7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77BEF" w:rsidRPr="00EA799E" w:rsidRDefault="00077BEF" w:rsidP="006C06C7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EA799E">
              <w:rPr>
                <w:rFonts w:ascii="Times New Roman" w:hAnsi="Times New Roman" w:cs="Times New Roman"/>
                <w:sz w:val="23"/>
                <w:szCs w:val="23"/>
              </w:rPr>
              <w:t xml:space="preserve">Подпись </w:t>
            </w:r>
          </w:p>
        </w:tc>
      </w:tr>
      <w:tr w:rsidR="00077BEF" w:rsidRPr="00EA799E">
        <w:trPr>
          <w:trHeight w:val="109"/>
        </w:trPr>
        <w:tc>
          <w:tcPr>
            <w:tcW w:w="3007" w:type="dxa"/>
          </w:tcPr>
          <w:p w:rsidR="00077BEF" w:rsidRPr="00EA799E" w:rsidRDefault="00077BEF" w:rsidP="006C06C7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EA799E">
              <w:rPr>
                <w:rFonts w:ascii="Times New Roman" w:hAnsi="Times New Roman" w:cs="Times New Roman"/>
                <w:sz w:val="23"/>
                <w:szCs w:val="23"/>
              </w:rPr>
              <w:t xml:space="preserve">Ф.И.О. </w:t>
            </w:r>
          </w:p>
        </w:tc>
        <w:tc>
          <w:tcPr>
            <w:tcW w:w="3007" w:type="dxa"/>
          </w:tcPr>
          <w:p w:rsidR="00077BEF" w:rsidRPr="00EA799E" w:rsidRDefault="00077BEF" w:rsidP="006C06C7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EA799E">
              <w:rPr>
                <w:rFonts w:ascii="Times New Roman" w:hAnsi="Times New Roman" w:cs="Times New Roman"/>
                <w:sz w:val="23"/>
                <w:szCs w:val="23"/>
              </w:rPr>
              <w:t xml:space="preserve">Подпись </w:t>
            </w:r>
          </w:p>
        </w:tc>
      </w:tr>
      <w:tr w:rsidR="00077BEF" w:rsidRPr="00EA799E">
        <w:trPr>
          <w:trHeight w:val="109"/>
        </w:trPr>
        <w:tc>
          <w:tcPr>
            <w:tcW w:w="3007" w:type="dxa"/>
          </w:tcPr>
          <w:p w:rsidR="00077BEF" w:rsidRPr="00EA799E" w:rsidRDefault="00077BEF" w:rsidP="006C06C7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EA799E">
              <w:rPr>
                <w:rFonts w:ascii="Times New Roman" w:hAnsi="Times New Roman" w:cs="Times New Roman"/>
                <w:sz w:val="23"/>
                <w:szCs w:val="23"/>
              </w:rPr>
              <w:t xml:space="preserve">Ф.И.О. </w:t>
            </w:r>
          </w:p>
        </w:tc>
        <w:tc>
          <w:tcPr>
            <w:tcW w:w="3007" w:type="dxa"/>
          </w:tcPr>
          <w:p w:rsidR="00077BEF" w:rsidRPr="00EA799E" w:rsidRDefault="00077BEF" w:rsidP="006C06C7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EA799E">
              <w:rPr>
                <w:rFonts w:ascii="Times New Roman" w:hAnsi="Times New Roman" w:cs="Times New Roman"/>
                <w:sz w:val="23"/>
                <w:szCs w:val="23"/>
              </w:rPr>
              <w:t xml:space="preserve">Подпись </w:t>
            </w:r>
          </w:p>
        </w:tc>
      </w:tr>
      <w:tr w:rsidR="00077BEF" w:rsidRPr="00EA799E">
        <w:trPr>
          <w:trHeight w:val="109"/>
        </w:trPr>
        <w:tc>
          <w:tcPr>
            <w:tcW w:w="3007" w:type="dxa"/>
          </w:tcPr>
          <w:p w:rsidR="00077BEF" w:rsidRPr="00EA799E" w:rsidRDefault="00077BEF" w:rsidP="006C06C7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EA799E">
              <w:rPr>
                <w:rFonts w:ascii="Times New Roman" w:hAnsi="Times New Roman" w:cs="Times New Roman"/>
                <w:sz w:val="23"/>
                <w:szCs w:val="23"/>
              </w:rPr>
              <w:t xml:space="preserve">Ф.И.О. </w:t>
            </w:r>
          </w:p>
        </w:tc>
        <w:tc>
          <w:tcPr>
            <w:tcW w:w="3007" w:type="dxa"/>
          </w:tcPr>
          <w:p w:rsidR="00077BEF" w:rsidRPr="00EA799E" w:rsidRDefault="00077BEF" w:rsidP="006C06C7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EA799E">
              <w:rPr>
                <w:rFonts w:ascii="Times New Roman" w:hAnsi="Times New Roman" w:cs="Times New Roman"/>
                <w:sz w:val="23"/>
                <w:szCs w:val="23"/>
              </w:rPr>
              <w:t xml:space="preserve">Подпись </w:t>
            </w:r>
          </w:p>
        </w:tc>
      </w:tr>
      <w:tr w:rsidR="00077BEF" w:rsidRPr="00EA799E">
        <w:trPr>
          <w:trHeight w:val="109"/>
        </w:trPr>
        <w:tc>
          <w:tcPr>
            <w:tcW w:w="3007" w:type="dxa"/>
          </w:tcPr>
          <w:p w:rsidR="00077BEF" w:rsidRPr="00EA799E" w:rsidRDefault="00077BEF" w:rsidP="006C06C7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EA799E">
              <w:rPr>
                <w:rFonts w:ascii="Times New Roman" w:hAnsi="Times New Roman" w:cs="Times New Roman"/>
                <w:sz w:val="23"/>
                <w:szCs w:val="23"/>
              </w:rPr>
              <w:t xml:space="preserve">Ф.И.О </w:t>
            </w:r>
          </w:p>
        </w:tc>
        <w:tc>
          <w:tcPr>
            <w:tcW w:w="3007" w:type="dxa"/>
          </w:tcPr>
          <w:p w:rsidR="00077BEF" w:rsidRPr="00EA799E" w:rsidRDefault="00077BEF" w:rsidP="006C06C7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EA799E">
              <w:rPr>
                <w:rFonts w:ascii="Times New Roman" w:hAnsi="Times New Roman" w:cs="Times New Roman"/>
                <w:sz w:val="23"/>
                <w:szCs w:val="23"/>
              </w:rPr>
              <w:t xml:space="preserve">Подпись </w:t>
            </w:r>
          </w:p>
        </w:tc>
      </w:tr>
    </w:tbl>
    <w:p w:rsidR="00077BEF" w:rsidRPr="00EA799E" w:rsidRDefault="00077BEF" w:rsidP="008D4556">
      <w:pPr>
        <w:jc w:val="both"/>
        <w:rPr>
          <w:rFonts w:ascii="Times New Roman" w:hAnsi="Times New Roman" w:cs="Times New Roman"/>
        </w:rPr>
      </w:pPr>
    </w:p>
    <w:p w:rsidR="00077BEF" w:rsidRPr="00EA799E" w:rsidRDefault="00077BEF" w:rsidP="008D4556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</w:rPr>
      </w:pPr>
    </w:p>
    <w:p w:rsidR="00077BEF" w:rsidRPr="00EA799E" w:rsidRDefault="00077BEF" w:rsidP="008D4556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</w:rPr>
      </w:pPr>
    </w:p>
    <w:p w:rsidR="00077BEF" w:rsidRPr="00EA799E" w:rsidRDefault="00077BEF" w:rsidP="008D4556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</w:rPr>
      </w:pPr>
    </w:p>
    <w:p w:rsidR="00077BEF" w:rsidRPr="00EA799E" w:rsidRDefault="00077BEF" w:rsidP="008D4556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</w:rPr>
      </w:pPr>
    </w:p>
    <w:p w:rsidR="00077BEF" w:rsidRPr="00EA799E" w:rsidRDefault="00077BEF" w:rsidP="008D4556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</w:rPr>
      </w:pPr>
    </w:p>
    <w:p w:rsidR="00077BEF" w:rsidRPr="00EA799E" w:rsidRDefault="00077BEF" w:rsidP="008D4556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</w:rPr>
      </w:pPr>
    </w:p>
    <w:p w:rsidR="00077BEF" w:rsidRPr="00EA799E" w:rsidRDefault="00077BEF" w:rsidP="008D4556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</w:rPr>
      </w:pPr>
    </w:p>
    <w:p w:rsidR="00077BEF" w:rsidRPr="00EA799E" w:rsidRDefault="00077BEF" w:rsidP="008D4556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</w:rPr>
      </w:pPr>
    </w:p>
    <w:p w:rsidR="00077BEF" w:rsidRPr="00EA799E" w:rsidRDefault="00077BEF" w:rsidP="008D4556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</w:rPr>
      </w:pPr>
    </w:p>
    <w:p w:rsidR="00077BEF" w:rsidRPr="00EA799E" w:rsidRDefault="00077BEF" w:rsidP="008D4556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</w:rPr>
      </w:pPr>
    </w:p>
    <w:p w:rsidR="00077BEF" w:rsidRPr="00EA799E" w:rsidRDefault="00077BEF" w:rsidP="008D4556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</w:rPr>
      </w:pPr>
    </w:p>
    <w:p w:rsidR="00077BEF" w:rsidRPr="00EA799E" w:rsidRDefault="00077BEF" w:rsidP="008D4556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</w:rPr>
      </w:pPr>
    </w:p>
    <w:p w:rsidR="00077BEF" w:rsidRPr="00EA799E" w:rsidRDefault="00077BEF" w:rsidP="008D4556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</w:rPr>
      </w:pPr>
    </w:p>
    <w:p w:rsidR="00077BEF" w:rsidRPr="00EA799E" w:rsidRDefault="00077BEF" w:rsidP="008D4556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</w:rPr>
      </w:pPr>
    </w:p>
    <w:p w:rsidR="00077BEF" w:rsidRPr="00EA799E" w:rsidRDefault="00077BEF" w:rsidP="008D4556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</w:rPr>
      </w:pPr>
    </w:p>
    <w:p w:rsidR="00077BEF" w:rsidRPr="00EA799E" w:rsidRDefault="00077BEF" w:rsidP="008D4556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</w:rPr>
      </w:pPr>
    </w:p>
    <w:p w:rsidR="00077BEF" w:rsidRPr="00EA799E" w:rsidRDefault="00077BEF" w:rsidP="008D4556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</w:rPr>
      </w:pPr>
    </w:p>
    <w:p w:rsidR="00077BEF" w:rsidRPr="00EA799E" w:rsidRDefault="00077BEF" w:rsidP="008D4556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</w:rPr>
      </w:pPr>
    </w:p>
    <w:p w:rsidR="00077BEF" w:rsidRPr="00EA799E" w:rsidRDefault="00077BEF" w:rsidP="00A247C8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</w:rPr>
      </w:pPr>
    </w:p>
    <w:sectPr w:rsidR="00077BEF" w:rsidRPr="00EA799E" w:rsidSect="00F7708B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7BEF" w:rsidRDefault="00077BEF" w:rsidP="006B3CA8">
      <w:pPr>
        <w:spacing w:after="0" w:line="240" w:lineRule="auto"/>
      </w:pPr>
      <w:r>
        <w:separator/>
      </w:r>
    </w:p>
  </w:endnote>
  <w:endnote w:type="continuationSeparator" w:id="0">
    <w:p w:rsidR="00077BEF" w:rsidRDefault="00077BEF" w:rsidP="006B3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BEF" w:rsidRDefault="00077BEF">
    <w:pPr>
      <w:pStyle w:val="Footer"/>
      <w:jc w:val="right"/>
    </w:pPr>
    <w:fldSimple w:instr="PAGE   \* MERGEFORMAT">
      <w:r>
        <w:rPr>
          <w:noProof/>
        </w:rPr>
        <w:t>8</w:t>
      </w:r>
    </w:fldSimple>
  </w:p>
  <w:p w:rsidR="00077BEF" w:rsidRDefault="00077BE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7BEF" w:rsidRDefault="00077BEF" w:rsidP="006B3CA8">
      <w:pPr>
        <w:spacing w:after="0" w:line="240" w:lineRule="auto"/>
      </w:pPr>
      <w:r>
        <w:separator/>
      </w:r>
    </w:p>
  </w:footnote>
  <w:footnote w:type="continuationSeparator" w:id="0">
    <w:p w:rsidR="00077BEF" w:rsidRDefault="00077BEF" w:rsidP="006B3C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3CA8"/>
    <w:rsid w:val="00030813"/>
    <w:rsid w:val="00077BEF"/>
    <w:rsid w:val="00087E94"/>
    <w:rsid w:val="00150511"/>
    <w:rsid w:val="001B3961"/>
    <w:rsid w:val="002C7B86"/>
    <w:rsid w:val="00305FC5"/>
    <w:rsid w:val="00325A4D"/>
    <w:rsid w:val="00356A37"/>
    <w:rsid w:val="003905B2"/>
    <w:rsid w:val="003D0B87"/>
    <w:rsid w:val="004D0E53"/>
    <w:rsid w:val="004D5521"/>
    <w:rsid w:val="005C3262"/>
    <w:rsid w:val="00646B68"/>
    <w:rsid w:val="00663782"/>
    <w:rsid w:val="006B026C"/>
    <w:rsid w:val="006B3CA8"/>
    <w:rsid w:val="006C06C7"/>
    <w:rsid w:val="007C725E"/>
    <w:rsid w:val="00845E29"/>
    <w:rsid w:val="00847D31"/>
    <w:rsid w:val="008C515E"/>
    <w:rsid w:val="008D4556"/>
    <w:rsid w:val="008D6AAF"/>
    <w:rsid w:val="008F0118"/>
    <w:rsid w:val="00960598"/>
    <w:rsid w:val="00983AB4"/>
    <w:rsid w:val="00991FF5"/>
    <w:rsid w:val="009D6425"/>
    <w:rsid w:val="00A247C8"/>
    <w:rsid w:val="00A91783"/>
    <w:rsid w:val="00BB6265"/>
    <w:rsid w:val="00BC1861"/>
    <w:rsid w:val="00C20A7D"/>
    <w:rsid w:val="00C25DBB"/>
    <w:rsid w:val="00D13D3C"/>
    <w:rsid w:val="00D41586"/>
    <w:rsid w:val="00D62902"/>
    <w:rsid w:val="00E867DE"/>
    <w:rsid w:val="00EA799E"/>
    <w:rsid w:val="00ED4AB6"/>
    <w:rsid w:val="00F0286A"/>
    <w:rsid w:val="00F07763"/>
    <w:rsid w:val="00F10D41"/>
    <w:rsid w:val="00F24C9F"/>
    <w:rsid w:val="00F6573F"/>
    <w:rsid w:val="00F77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08B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6B3CA8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6B3C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B3CA8"/>
  </w:style>
  <w:style w:type="paragraph" w:styleId="Footer">
    <w:name w:val="footer"/>
    <w:basedOn w:val="Normal"/>
    <w:link w:val="FooterChar"/>
    <w:uiPriority w:val="99"/>
    <w:rsid w:val="006B3C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B3CA8"/>
  </w:style>
  <w:style w:type="paragraph" w:customStyle="1" w:styleId="Style11">
    <w:name w:val="Style11"/>
    <w:basedOn w:val="Normal"/>
    <w:uiPriority w:val="99"/>
    <w:rsid w:val="008F0118"/>
    <w:pPr>
      <w:widowControl w:val="0"/>
      <w:autoSpaceDE w:val="0"/>
      <w:autoSpaceDN w:val="0"/>
      <w:adjustRightInd w:val="0"/>
      <w:spacing w:after="0" w:line="270" w:lineRule="exact"/>
    </w:pPr>
    <w:rPr>
      <w:sz w:val="24"/>
      <w:szCs w:val="24"/>
      <w:lang w:eastAsia="ru-RU"/>
    </w:rPr>
  </w:style>
  <w:style w:type="character" w:customStyle="1" w:styleId="FontStyle22">
    <w:name w:val="Font Style22"/>
    <w:uiPriority w:val="99"/>
    <w:rsid w:val="008F0118"/>
    <w:rPr>
      <w:rFonts w:ascii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5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61</TotalTime>
  <Pages>8</Pages>
  <Words>2515</Words>
  <Characters>14339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Masharova</dc:creator>
  <cp:keywords/>
  <dc:description/>
  <cp:lastModifiedBy>1</cp:lastModifiedBy>
  <cp:revision>23</cp:revision>
  <dcterms:created xsi:type="dcterms:W3CDTF">2017-11-04T11:35:00Z</dcterms:created>
  <dcterms:modified xsi:type="dcterms:W3CDTF">2020-10-13T11:10:00Z</dcterms:modified>
</cp:coreProperties>
</file>